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Borders>
          <w:top w:val="single" w:sz="4" w:space="0" w:color="000000"/>
          <w:bottom w:val="single" w:sz="4" w:space="0" w:color="000000"/>
          <w:insideH w:val="single" w:sz="4" w:space="0" w:color="000000"/>
        </w:tblBorders>
        <w:tblLayout w:type="fixed"/>
        <w:tblCellMar>
          <w:left w:w="0" w:type="dxa"/>
          <w:right w:w="0" w:type="dxa"/>
        </w:tblCellMar>
        <w:tblLook w:val="04A0" w:firstRow="1" w:lastRow="0" w:firstColumn="1" w:lastColumn="0" w:noHBand="0" w:noVBand="1"/>
      </w:tblPr>
      <w:tblGrid>
        <w:gridCol w:w="3486"/>
        <w:gridCol w:w="3415"/>
        <w:gridCol w:w="3305"/>
      </w:tblGrid>
      <w:tr w:rsidR="00D35CC3" w:rsidRPr="004C122B" w:rsidTr="00942505">
        <w:tc>
          <w:tcPr>
            <w:tcW w:w="3486" w:type="dxa"/>
            <w:tcBorders>
              <w:bottom w:val="single" w:sz="4" w:space="0" w:color="000000"/>
            </w:tcBorders>
            <w:shd w:val="clear" w:color="auto" w:fill="auto"/>
            <w:tcMar>
              <w:top w:w="85" w:type="dxa"/>
              <w:bottom w:w="85" w:type="dxa"/>
            </w:tcMar>
          </w:tcPr>
          <w:p w:rsidR="00D35CC3" w:rsidRDefault="00D35CC3" w:rsidP="00624106">
            <w:pPr>
              <w:pStyle w:val="CUSTOMBoldColumnHeading"/>
            </w:pPr>
            <w:bookmarkStart w:id="0" w:name="_GoBack"/>
            <w:bookmarkEnd w:id="0"/>
          </w:p>
        </w:tc>
        <w:tc>
          <w:tcPr>
            <w:tcW w:w="6720" w:type="dxa"/>
            <w:gridSpan w:val="2"/>
            <w:tcBorders>
              <w:bottom w:val="single" w:sz="4" w:space="0" w:color="000000"/>
            </w:tcBorders>
            <w:shd w:val="clear" w:color="auto" w:fill="auto"/>
            <w:tcMar>
              <w:top w:w="85" w:type="dxa"/>
              <w:bottom w:w="85" w:type="dxa"/>
            </w:tcMar>
          </w:tcPr>
          <w:p w:rsidR="00D35CC3" w:rsidRDefault="00D35CC3" w:rsidP="00C773E6">
            <w:pPr>
              <w:pStyle w:val="CUSTOMBoldColumnHeading"/>
            </w:pPr>
          </w:p>
        </w:tc>
      </w:tr>
      <w:tr w:rsidR="004C122B" w:rsidRP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C773E6">
            <w:pPr>
              <w:pStyle w:val="CUSTOMHeaderText"/>
            </w:pP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C773E6">
            <w:pPr>
              <w:pStyle w:val="CUSTOMHeaderText"/>
            </w:pP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C773E6">
            <w:pPr>
              <w:pStyle w:val="CUSTOMHeaderText"/>
            </w:pPr>
          </w:p>
        </w:tc>
      </w:tr>
      <w:tr w:rsid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C773E6">
            <w:pPr>
              <w:pStyle w:val="CUSTOMHeaderText"/>
            </w:pP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C773E6">
            <w:pPr>
              <w:pStyle w:val="CUSTOMHeaderText"/>
            </w:pP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C773E6">
            <w:pPr>
              <w:pStyle w:val="CUSTOMHeaderText"/>
            </w:pPr>
          </w:p>
        </w:tc>
      </w:tr>
      <w:tr w:rsidR="00094718" w:rsidTr="00AC35E3">
        <w:tc>
          <w:tcPr>
            <w:tcW w:w="3486" w:type="dxa"/>
            <w:tcBorders>
              <w:top w:val="single" w:sz="4" w:space="0" w:color="000000"/>
              <w:bottom w:val="single" w:sz="4" w:space="0" w:color="000000"/>
            </w:tcBorders>
            <w:shd w:val="clear" w:color="auto" w:fill="auto"/>
            <w:tcMar>
              <w:top w:w="85" w:type="dxa"/>
              <w:bottom w:w="85" w:type="dxa"/>
            </w:tcMar>
          </w:tcPr>
          <w:p w:rsidR="00094718" w:rsidRDefault="00094718" w:rsidP="00C773E6">
            <w:pPr>
              <w:pStyle w:val="CUSTOMHeaderText"/>
            </w:pPr>
          </w:p>
        </w:tc>
        <w:tc>
          <w:tcPr>
            <w:tcW w:w="6720" w:type="dxa"/>
            <w:gridSpan w:val="2"/>
            <w:tcBorders>
              <w:top w:val="single" w:sz="4" w:space="0" w:color="000000"/>
              <w:bottom w:val="single" w:sz="4" w:space="0" w:color="000000"/>
            </w:tcBorders>
            <w:shd w:val="clear" w:color="auto" w:fill="auto"/>
            <w:tcMar>
              <w:top w:w="85" w:type="dxa"/>
              <w:bottom w:w="85" w:type="dxa"/>
            </w:tcMar>
          </w:tcPr>
          <w:p w:rsidR="00094718" w:rsidRDefault="00094718" w:rsidP="00C773E6">
            <w:pPr>
              <w:pStyle w:val="CUSTOMHeaderText"/>
            </w:pPr>
          </w:p>
        </w:tc>
      </w:tr>
      <w:tr w:rsidR="00094718" w:rsidTr="000B1B56">
        <w:tc>
          <w:tcPr>
            <w:tcW w:w="10206" w:type="dxa"/>
            <w:gridSpan w:val="3"/>
            <w:tcBorders>
              <w:top w:val="single" w:sz="4" w:space="0" w:color="000000"/>
              <w:bottom w:val="single" w:sz="4" w:space="0" w:color="000000"/>
            </w:tcBorders>
            <w:shd w:val="clear" w:color="auto" w:fill="auto"/>
            <w:tcMar>
              <w:top w:w="85" w:type="dxa"/>
              <w:bottom w:w="85" w:type="dxa"/>
            </w:tcMar>
          </w:tcPr>
          <w:p w:rsidR="00094718" w:rsidRDefault="00094718" w:rsidP="00813362">
            <w:pPr>
              <w:pStyle w:val="CUSTOMHeaderText"/>
            </w:pPr>
          </w:p>
        </w:tc>
      </w:tr>
      <w:tr w:rsidR="00813362" w:rsidRPr="008C4F7F" w:rsidTr="00942505">
        <w:tc>
          <w:tcPr>
            <w:tcW w:w="10206" w:type="dxa"/>
            <w:gridSpan w:val="3"/>
            <w:tcBorders>
              <w:top w:val="single" w:sz="4" w:space="0" w:color="000000"/>
              <w:bottom w:val="single" w:sz="4" w:space="0" w:color="000000"/>
            </w:tcBorders>
            <w:shd w:val="clear" w:color="auto" w:fill="auto"/>
            <w:tcMar>
              <w:top w:w="85" w:type="dxa"/>
              <w:bottom w:w="85" w:type="dxa"/>
            </w:tcMar>
          </w:tcPr>
          <w:p w:rsidR="00813362" w:rsidRDefault="00813362" w:rsidP="00096BBB">
            <w:pPr>
              <w:pStyle w:val="CUSTOMBoldColumnHeading"/>
            </w:pPr>
          </w:p>
        </w:tc>
      </w:tr>
      <w:tr w:rsidR="00813362" w:rsidRPr="004C122B" w:rsidTr="00DF289D">
        <w:trPr>
          <w:trHeight w:hRule="exact" w:val="5217"/>
        </w:trPr>
        <w:tc>
          <w:tcPr>
            <w:tcW w:w="10206" w:type="dxa"/>
            <w:gridSpan w:val="3"/>
            <w:tcBorders>
              <w:top w:val="single" w:sz="4" w:space="0" w:color="000000"/>
              <w:bottom w:val="single" w:sz="4" w:space="0" w:color="000000"/>
            </w:tcBorders>
            <w:shd w:val="clear" w:color="auto" w:fill="auto"/>
            <w:tcMar>
              <w:top w:w="57" w:type="dxa"/>
              <w:bottom w:w="85" w:type="dxa"/>
            </w:tcMar>
          </w:tcPr>
          <w:p w:rsidR="00813362" w:rsidRPr="008C4F7F" w:rsidRDefault="00534908" w:rsidP="00DC01AB">
            <w:pPr>
              <w:pStyle w:val="CUSTOMNormal"/>
            </w:pPr>
            <w:r>
              <w:rPr>
                <w:noProof/>
                <w:lang w:eastAsia="en-GB"/>
              </w:rPr>
              <mc:AlternateContent>
                <mc:Choice Requires="wps">
                  <w:drawing>
                    <wp:anchor distT="0" distB="0" distL="114300" distR="114300" simplePos="0" relativeHeight="251662336" behindDoc="0" locked="0" layoutInCell="1" allowOverlap="1" wp14:anchorId="33AE1C05" wp14:editId="3975C355">
                      <wp:simplePos x="0" y="0"/>
                      <wp:positionH relativeFrom="column">
                        <wp:posOffset>3809693</wp:posOffset>
                      </wp:positionH>
                      <wp:positionV relativeFrom="paragraph">
                        <wp:posOffset>1259840</wp:posOffset>
                      </wp:positionV>
                      <wp:extent cx="45720" cy="111125"/>
                      <wp:effectExtent l="0" t="0" r="11430" b="22225"/>
                      <wp:wrapNone/>
                      <wp:docPr id="36"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5720" cy="111125"/>
                              </a:xfrm>
                              <a:custGeom>
                                <a:avLst/>
                                <a:gdLst>
                                  <a:gd name="T0" fmla="*/ 36 w 72"/>
                                  <a:gd name="T1" fmla="*/ 2 h 175"/>
                                  <a:gd name="T2" fmla="*/ 11 w 72"/>
                                  <a:gd name="T3" fmla="*/ 8 h 175"/>
                                  <a:gd name="T4" fmla="*/ 36 w 72"/>
                                  <a:gd name="T5" fmla="*/ 90 h 175"/>
                                  <a:gd name="T6" fmla="*/ 36 w 72"/>
                                  <a:gd name="T7" fmla="*/ 133 h 175"/>
                                  <a:gd name="T8" fmla="*/ 68 w 72"/>
                                  <a:gd name="T9" fmla="*/ 133 h 175"/>
                                  <a:gd name="T10" fmla="*/ 36 w 72"/>
                                  <a:gd name="T11" fmla="*/ 2 h 175"/>
                                </a:gdLst>
                                <a:ahLst/>
                                <a:cxnLst>
                                  <a:cxn ang="0">
                                    <a:pos x="T0" y="T1"/>
                                  </a:cxn>
                                  <a:cxn ang="0">
                                    <a:pos x="T2" y="T3"/>
                                  </a:cxn>
                                  <a:cxn ang="0">
                                    <a:pos x="T4" y="T5"/>
                                  </a:cxn>
                                  <a:cxn ang="0">
                                    <a:pos x="T6" y="T7"/>
                                  </a:cxn>
                                  <a:cxn ang="0">
                                    <a:pos x="T8" y="T9"/>
                                  </a:cxn>
                                  <a:cxn ang="0">
                                    <a:pos x="T10" y="T11"/>
                                  </a:cxn>
                                </a:cxnLst>
                                <a:rect l="0" t="0" r="r" b="b"/>
                                <a:pathLst>
                                  <a:path w="72" h="175">
                                    <a:moveTo>
                                      <a:pt x="36" y="2"/>
                                    </a:moveTo>
                                    <a:cubicBezTo>
                                      <a:pt x="28" y="4"/>
                                      <a:pt x="14" y="0"/>
                                      <a:pt x="11" y="8"/>
                                    </a:cubicBezTo>
                                    <a:cubicBezTo>
                                      <a:pt x="2" y="32"/>
                                      <a:pt x="23" y="70"/>
                                      <a:pt x="36" y="90"/>
                                    </a:cubicBezTo>
                                    <a:cubicBezTo>
                                      <a:pt x="26" y="120"/>
                                      <a:pt x="0" y="122"/>
                                      <a:pt x="36" y="133"/>
                                    </a:cubicBezTo>
                                    <a:cubicBezTo>
                                      <a:pt x="42" y="139"/>
                                      <a:pt x="65" y="175"/>
                                      <a:pt x="68" y="133"/>
                                    </a:cubicBezTo>
                                    <a:cubicBezTo>
                                      <a:pt x="72" y="64"/>
                                      <a:pt x="61" y="51"/>
                                      <a:pt x="36" y="2"/>
                                    </a:cubicBezTo>
                                    <a:close/>
                                  </a:path>
                                </a:pathLst>
                              </a:cu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1" o:spid="_x0000_s1026" style="position:absolute;margin-left:300pt;margin-top:99.2pt;width:3.6pt;height:8.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2,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" path="m36,2c28,4,14,,11,8,2,32,23,70,36,90v-10,30,-36,32,,43c42,139,65,175,68,133,72,64,61,51,36,2xe" fillcolor="black [3213]">
                      <v:path arrowok="t" o:connecttype="custom" o:connectlocs="22860,1270;6985,5080;22860,57150;22860,84455;43180,84455;22860,1270" o:connectangles="0,0,0,0,0,0"/>
                    </v:shape>
                  </w:pict>
                </mc:Fallback>
              </mc:AlternateContent>
            </w:r>
            <w:r w:rsidR="009728A5">
              <w:rPr>
                <w:noProof/>
                <w:lang w:eastAsia="en-GB"/>
              </w:rPr>
              <mc:AlternateContent>
                <mc:Choice Requires="wps">
                  <w:drawing>
                    <wp:anchor distT="0" distB="0" distL="114300" distR="114300" simplePos="0" relativeHeight="251661312" behindDoc="0" locked="0" layoutInCell="1" allowOverlap="1" wp14:anchorId="08C549C3" wp14:editId="13AB74D7">
                      <wp:simplePos x="0" y="0"/>
                      <wp:positionH relativeFrom="column">
                        <wp:posOffset>3761049</wp:posOffset>
                      </wp:positionH>
                      <wp:positionV relativeFrom="paragraph">
                        <wp:posOffset>1264920</wp:posOffset>
                      </wp:positionV>
                      <wp:extent cx="59690" cy="200660"/>
                      <wp:effectExtent l="0" t="0" r="16510" b="27940"/>
                      <wp:wrapNone/>
                      <wp:docPr id="35"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690" cy="200660"/>
                              </a:xfrm>
                              <a:custGeom>
                                <a:avLst/>
                                <a:gdLst>
                                  <a:gd name="T0" fmla="*/ 0 w 94"/>
                                  <a:gd name="T1" fmla="*/ 0 h 316"/>
                                  <a:gd name="T2" fmla="*/ 25 w 94"/>
                                  <a:gd name="T3" fmla="*/ 50 h 316"/>
                                  <a:gd name="T4" fmla="*/ 57 w 94"/>
                                  <a:gd name="T5" fmla="*/ 113 h 316"/>
                                  <a:gd name="T6" fmla="*/ 63 w 94"/>
                                  <a:gd name="T7" fmla="*/ 157 h 316"/>
                                  <a:gd name="T8" fmla="*/ 88 w 94"/>
                                  <a:gd name="T9" fmla="*/ 163 h 316"/>
                                  <a:gd name="T10" fmla="*/ 94 w 94"/>
                                  <a:gd name="T11" fmla="*/ 188 h 316"/>
                                  <a:gd name="T12" fmla="*/ 63 w 94"/>
                                  <a:gd name="T13" fmla="*/ 251 h 316"/>
                                  <a:gd name="T14" fmla="*/ 57 w 94"/>
                                  <a:gd name="T15" fmla="*/ 307 h 316"/>
                                  <a:gd name="T16" fmla="*/ 38 w 94"/>
                                  <a:gd name="T17" fmla="*/ 313 h 316"/>
                                  <a:gd name="T18" fmla="*/ 32 w 94"/>
                                  <a:gd name="T19" fmla="*/ 294 h 316"/>
                                  <a:gd name="T20" fmla="*/ 25 w 94"/>
                                  <a:gd name="T21" fmla="*/ 157 h 316"/>
                                  <a:gd name="T22" fmla="*/ 7 w 94"/>
                                  <a:gd name="T23" fmla="*/ 38 h 31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94" h="316">
                                    <a:moveTo>
                                      <a:pt x="0" y="0"/>
                                    </a:moveTo>
                                    <a:cubicBezTo>
                                      <a:pt x="35" y="8"/>
                                      <a:pt x="34" y="16"/>
                                      <a:pt x="25" y="50"/>
                                    </a:cubicBezTo>
                                    <a:cubicBezTo>
                                      <a:pt x="32" y="77"/>
                                      <a:pt x="48" y="88"/>
                                      <a:pt x="57" y="113"/>
                                    </a:cubicBezTo>
                                    <a:cubicBezTo>
                                      <a:pt x="59" y="128"/>
                                      <a:pt x="55" y="144"/>
                                      <a:pt x="63" y="157"/>
                                    </a:cubicBezTo>
                                    <a:cubicBezTo>
                                      <a:pt x="68" y="164"/>
                                      <a:pt x="82" y="157"/>
                                      <a:pt x="88" y="163"/>
                                    </a:cubicBezTo>
                                    <a:cubicBezTo>
                                      <a:pt x="94" y="169"/>
                                      <a:pt x="92" y="180"/>
                                      <a:pt x="94" y="188"/>
                                    </a:cubicBezTo>
                                    <a:cubicBezTo>
                                      <a:pt x="79" y="236"/>
                                      <a:pt x="90" y="215"/>
                                      <a:pt x="63" y="251"/>
                                    </a:cubicBezTo>
                                    <a:cubicBezTo>
                                      <a:pt x="61" y="270"/>
                                      <a:pt x="64" y="290"/>
                                      <a:pt x="57" y="307"/>
                                    </a:cubicBezTo>
                                    <a:cubicBezTo>
                                      <a:pt x="55" y="313"/>
                                      <a:pt x="44" y="316"/>
                                      <a:pt x="38" y="313"/>
                                    </a:cubicBezTo>
                                    <a:cubicBezTo>
                                      <a:pt x="32" y="310"/>
                                      <a:pt x="34" y="300"/>
                                      <a:pt x="32" y="294"/>
                                    </a:cubicBezTo>
                                    <a:cubicBezTo>
                                      <a:pt x="30" y="248"/>
                                      <a:pt x="29" y="203"/>
                                      <a:pt x="25" y="157"/>
                                    </a:cubicBezTo>
                                    <a:cubicBezTo>
                                      <a:pt x="22" y="116"/>
                                      <a:pt x="7" y="81"/>
                                      <a:pt x="7" y="38"/>
                                    </a:cubicBezTo>
                                  </a:path>
                                </a:pathLst>
                              </a:custGeom>
                              <a:solidFill>
                                <a:schemeClr val="tx1">
                                  <a:lumMod val="100000"/>
                                  <a:lumOff val="0"/>
                                </a:schemeClr>
                              </a:solidFill>
                              <a:ln w="9525">
                                <a:solidFill>
                                  <a:schemeClr val="tx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0" o:spid="_x0000_s1026" style="position:absolute;margin-left:296.15pt;margin-top:99.6pt;width:4.7pt;height:15.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4,3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" path="m,c35,8,34,16,25,50v7,27,23,38,32,63c59,128,55,144,63,157v5,7,19,,25,6c94,169,92,180,94,188v-15,48,-4,27,-31,63c61,270,64,290,57,307v-2,6,-13,9,-19,6c32,310,34,300,32,294,30,248,29,203,25,157,22,116,7,81,7,38e" fillcolor="black [3213]" strokecolor="black [3213]">
                      <v:path arrowok="t" o:connecttype="custom" o:connectlocs="0,0;15875,31750;36195,71755;40005,99695;55880,103505;59690,119380;40005,159385;36195,194945;24130,198755;20320,186690;15875,99695;4445,24130" o:connectangles="0,0,0,0,0,0,0,0,0,0,0,0"/>
                    </v:shape>
                  </w:pict>
                </mc:Fallback>
              </mc:AlternateContent>
            </w:r>
            <w:r w:rsidR="002E4B41">
              <w:rPr>
                <w:noProof/>
                <w:lang w:eastAsia="en-GB"/>
              </w:rPr>
              <mc:AlternateContent>
                <mc:Choice Requires="wps">
                  <w:drawing>
                    <wp:anchor distT="0" distB="0" distL="114300" distR="114300" simplePos="0" relativeHeight="251660288" behindDoc="0" locked="0" layoutInCell="1" allowOverlap="1">
                      <wp:simplePos x="0" y="0"/>
                      <wp:positionH relativeFrom="column">
                        <wp:posOffset>2625090</wp:posOffset>
                      </wp:positionH>
                      <wp:positionV relativeFrom="paragraph">
                        <wp:posOffset>1282700</wp:posOffset>
                      </wp:positionV>
                      <wp:extent cx="35560" cy="191770"/>
                      <wp:effectExtent l="3175" t="5715" r="8890" b="2540"/>
                      <wp:wrapNone/>
                      <wp:docPr id="34"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5560" cy="191770"/>
                              </a:xfrm>
                              <a:custGeom>
                                <a:avLst/>
                                <a:gdLst>
                                  <a:gd name="T0" fmla="*/ 54 w 56"/>
                                  <a:gd name="T1" fmla="*/ 35 h 302"/>
                                  <a:gd name="T2" fmla="*/ 17 w 56"/>
                                  <a:gd name="T3" fmla="*/ 60 h 302"/>
                                  <a:gd name="T4" fmla="*/ 4 w 56"/>
                                  <a:gd name="T5" fmla="*/ 160 h 302"/>
                                  <a:gd name="T6" fmla="*/ 4 w 56"/>
                                  <a:gd name="T7" fmla="*/ 216 h 302"/>
                                  <a:gd name="T8" fmla="*/ 29 w 56"/>
                                  <a:gd name="T9" fmla="*/ 273 h 302"/>
                                  <a:gd name="T10" fmla="*/ 54 w 56"/>
                                  <a:gd name="T11" fmla="*/ 35 h 302"/>
                                </a:gdLst>
                                <a:ahLst/>
                                <a:cxnLst>
                                  <a:cxn ang="0">
                                    <a:pos x="T0" y="T1"/>
                                  </a:cxn>
                                  <a:cxn ang="0">
                                    <a:pos x="T2" y="T3"/>
                                  </a:cxn>
                                  <a:cxn ang="0">
                                    <a:pos x="T4" y="T5"/>
                                  </a:cxn>
                                  <a:cxn ang="0">
                                    <a:pos x="T6" y="T7"/>
                                  </a:cxn>
                                  <a:cxn ang="0">
                                    <a:pos x="T8" y="T9"/>
                                  </a:cxn>
                                  <a:cxn ang="0">
                                    <a:pos x="T10" y="T11"/>
                                  </a:cxn>
                                </a:cxnLst>
                                <a:rect l="0" t="0" r="r" b="b"/>
                                <a:pathLst>
                                  <a:path w="56" h="302">
                                    <a:moveTo>
                                      <a:pt x="54" y="35"/>
                                    </a:moveTo>
                                    <a:cubicBezTo>
                                      <a:pt x="52" y="0"/>
                                      <a:pt x="25" y="39"/>
                                      <a:pt x="17" y="60"/>
                                    </a:cubicBezTo>
                                    <a:cubicBezTo>
                                      <a:pt x="9" y="81"/>
                                      <a:pt x="6" y="134"/>
                                      <a:pt x="4" y="160"/>
                                    </a:cubicBezTo>
                                    <a:cubicBezTo>
                                      <a:pt x="2" y="186"/>
                                      <a:pt x="0" y="197"/>
                                      <a:pt x="4" y="216"/>
                                    </a:cubicBezTo>
                                    <a:cubicBezTo>
                                      <a:pt x="8" y="235"/>
                                      <a:pt x="20" y="302"/>
                                      <a:pt x="29" y="273"/>
                                    </a:cubicBezTo>
                                    <a:cubicBezTo>
                                      <a:pt x="38" y="244"/>
                                      <a:pt x="56" y="70"/>
                                      <a:pt x="54" y="35"/>
                                    </a:cubicBezTo>
                                    <a:close/>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9" o:spid="_x0000_s1026" style="position:absolute;margin-left:206.7pt;margin-top:101pt;width:2.8pt;height:1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6,3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" path="m54,35c52,,25,39,17,60,9,81,6,134,4,160v-2,26,-4,37,,56c8,235,20,302,29,273,38,244,56,70,54,35xe" fillcolor="black [3213]" stroked="f">
                      <v:path arrowok="t" o:connecttype="custom" o:connectlocs="34290,22225;10795,38100;2540,101600;2540,137160;18415,173355;34290,22225" o:connectangles="0,0,0,0,0,0"/>
                    </v:shape>
                  </w:pict>
                </mc:Fallback>
              </mc:AlternateContent>
            </w:r>
            <w:r w:rsidR="002E4B41">
              <w:rPr>
                <w:noProof/>
                <w:lang w:eastAsia="en-GB"/>
              </w:rPr>
              <mc:AlternateContent>
                <mc:Choice Requires="wps">
                  <w:drawing>
                    <wp:anchor distT="45720" distB="45720" distL="114300" distR="114300" simplePos="0" relativeHeight="251658240" behindDoc="0" locked="1" layoutInCell="1" allowOverlap="1">
                      <wp:simplePos x="0" y="0"/>
                      <wp:positionH relativeFrom="page">
                        <wp:posOffset>4507865</wp:posOffset>
                      </wp:positionH>
                      <wp:positionV relativeFrom="page">
                        <wp:posOffset>479425</wp:posOffset>
                      </wp:positionV>
                      <wp:extent cx="2021840" cy="1431290"/>
                      <wp:effectExtent l="0" t="2540" r="0" b="4445"/>
                      <wp:wrapNone/>
                      <wp:docPr id="3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1840" cy="14312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026FB" w:rsidRPr="00F835DA" w:rsidRDefault="002026FB" w:rsidP="00F26EC5">
                                  <w:pPr>
                                    <w:pStyle w:val="CUSTOMNormal"/>
                                    <w:tabs>
                                      <w:tab w:val="left" w:pos="392"/>
                                    </w:tabs>
                                    <w:rPr>
                                      <w:b/>
                                      <w:color w:val="000000"/>
                                      <w:sz w:val="14"/>
                                      <w:szCs w:val="14"/>
                                    </w:rPr>
                                  </w:pPr>
                                  <w:r>
                                    <w:rPr>
                                      <w:b/>
                                      <w:color w:val="000000"/>
                                      <w:sz w:val="14"/>
                                      <w:szCs w:val="14"/>
                                    </w:rPr>
                                    <w:t>LEFT</w:t>
                                  </w:r>
                                </w:p>
                                <w:p w:rsidR="002026FB" w:rsidRPr="00F835DA" w:rsidRDefault="002026FB" w:rsidP="00F26EC5">
                                  <w:pPr>
                                    <w:pStyle w:val="CUSTOMNormal"/>
                                    <w:tabs>
                                      <w:tab w:val="left" w:pos="392"/>
                                    </w:tabs>
                                    <w:rPr>
                                      <w:b/>
                                      <w:color w:val="000000"/>
                                      <w:sz w:val="14"/>
                                      <w:szCs w:val="14"/>
                                    </w:rPr>
                                  </w:pPr>
                                </w:p>
                                <w:p w:rsidR="002026FB" w:rsidRPr="00F26EC5" w:rsidRDefault="002026FB" w:rsidP="00F26EC5">
                                  <w:pPr>
                                    <w:pStyle w:val="CUSTOMNormal"/>
                                    <w:tabs>
                                      <w:tab w:val="left" w:pos="392"/>
                                    </w:tabs>
                                    <w:rPr>
                                      <w:b/>
                                      <w:color w:val="000000"/>
                                      <w:sz w:val="14"/>
                                      <w:szCs w:val="14"/>
                                    </w:rPr>
                                  </w:pPr>
                                  <w:r w:rsidRPr="00F26EC5">
                                    <w:rPr>
                                      <w:b/>
                                      <w:color w:val="000000"/>
                                      <w:sz w:val="14"/>
                                      <w:szCs w:val="14"/>
                                    </w:rPr>
                                    <w:t>EXTRACRANIAL CAROTID AND VERTEBRAL ARTERY ASSESSMENT</w:t>
                                  </w:r>
                                </w:p>
                                <w:p w:rsidR="002026FB" w:rsidRPr="00F835DA" w:rsidRDefault="002026FB" w:rsidP="00F26EC5">
                                  <w:pPr>
                                    <w:pStyle w:val="CUSTOMNormal"/>
                                    <w:tabs>
                                      <w:tab w:val="left" w:pos="392"/>
                                    </w:tabs>
                                    <w:rPr>
                                      <w:b/>
                                      <w:color w:val="000000"/>
                                      <w:sz w:val="14"/>
                                      <w:szCs w:val="14"/>
                                    </w:rPr>
                                  </w:pPr>
                                </w:p>
                                <w:p w:rsidR="002026FB" w:rsidRPr="00DF289D" w:rsidRDefault="002026FB" w:rsidP="002026FB">
                                  <w:pPr>
                                    <w:pStyle w:val="CUSTOMNormal"/>
                                    <w:tabs>
                                      <w:tab w:val="left" w:pos="1560"/>
                                    </w:tabs>
                                    <w:rPr>
                                      <w:b/>
                                      <w:color w:val="FF0000"/>
                                      <w:sz w:val="14"/>
                                      <w:szCs w:val="14"/>
                                      <w:lang w:val="es-ES"/>
                                    </w:rPr>
                                  </w:pPr>
                                  <w:r w:rsidRPr="00DF289D">
                                    <w:rPr>
                                      <w:b/>
                                      <w:color w:val="FF0000"/>
                                      <w:sz w:val="14"/>
                                      <w:szCs w:val="14"/>
                                      <w:lang w:val="es-ES"/>
                                    </w:rPr>
                                    <w:t>Internal carotid (ICA)</w:t>
                                  </w:r>
                                  <w:r w:rsidRPr="00DF289D">
                                    <w:rPr>
                                      <w:b/>
                                      <w:color w:val="FF0000"/>
                                      <w:sz w:val="14"/>
                                      <w:szCs w:val="14"/>
                                      <w:lang w:val="es-ES"/>
                                    </w:rPr>
                                    <w:tab/>
                                    <w:t xml:space="preserve">= </w:t>
                                  </w:r>
                                  <w:r w:rsidR="00DF289D" w:rsidRPr="00DF289D">
                                    <w:rPr>
                                      <w:b/>
                                      <w:color w:val="FF0000"/>
                                      <w:sz w:val="14"/>
                                      <w:szCs w:val="14"/>
                                      <w:lang w:val="es-ES"/>
                                    </w:rPr>
                                    <w:t>80-89% Stenosis</w:t>
                                  </w:r>
                                </w:p>
                                <w:p w:rsidR="002026FB" w:rsidRP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External carotid (ECA)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Common carotid (CCA)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p>
                                <w:p w:rsidR="002026FB" w:rsidRPr="002026FB" w:rsidRDefault="002026FB" w:rsidP="002026FB">
                                  <w:pPr>
                                    <w:pStyle w:val="CUSTOMNormal"/>
                                    <w:tabs>
                                      <w:tab w:val="left" w:pos="1560"/>
                                    </w:tabs>
                                    <w:rPr>
                                      <w:b/>
                                      <w:color w:val="000000"/>
                                      <w:sz w:val="14"/>
                                      <w:szCs w:val="14"/>
                                      <w:lang w:val="es-ES"/>
                                    </w:rPr>
                                  </w:pPr>
                                  <w:r>
                                    <w:rPr>
                                      <w:color w:val="000000"/>
                                      <w:sz w:val="14"/>
                                      <w:szCs w:val="14"/>
                                      <w:lang w:val="es-ES"/>
                                    </w:rPr>
                                    <w:t>Vertebral artery (VA)</w:t>
                                  </w:r>
                                  <w:r>
                                    <w:rPr>
                                      <w:color w:val="000000"/>
                                      <w:sz w:val="14"/>
                                      <w:szCs w:val="14"/>
                                      <w:lang w:val="es-ES"/>
                                    </w:rPr>
                                    <w:tab/>
                                    <w:t xml:space="preserve">= </w:t>
                                  </w:r>
                                  <w:r w:rsidRPr="002026FB">
                                    <w:rPr>
                                      <w:b/>
                                      <w:color w:val="000000"/>
                                      <w:sz w:val="14"/>
                                      <w:szCs w:val="14"/>
                                      <w:lang w:val="es-ES"/>
                                    </w:rPr>
                                    <w:t>Antegrade flow</w:t>
                                  </w:r>
                                </w:p>
                                <w:p w:rsidR="002026FB" w:rsidRPr="002026FB" w:rsidRDefault="002026FB" w:rsidP="002026FB">
                                  <w:pPr>
                                    <w:pStyle w:val="CUSTOMNormal"/>
                                    <w:tabs>
                                      <w:tab w:val="left" w:pos="1560"/>
                                    </w:tabs>
                                    <w:rPr>
                                      <w:color w:val="000000"/>
                                      <w:sz w:val="14"/>
                                      <w:szCs w:val="14"/>
                                      <w:lang w:val="es-ES"/>
                                    </w:rPr>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354.95pt;margin-top:37.75pt;width:159.2pt;height:112.7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" filled="f" stroked="f" strokeweight=".5pt">
                      <v:textbox style="mso-fit-shape-to-text:t" inset="0,0,0,0">
                        <w:txbxContent>
                          <w:p w:rsidR="002026FB" w:rsidRPr="00F835DA" w:rsidRDefault="002026FB" w:rsidP="00F26EC5">
                            <w:pPr>
                              <w:pStyle w:val="CUSTOMNormal"/>
                              <w:tabs>
                                <w:tab w:val="left" w:pos="392"/>
                              </w:tabs>
                              <w:rPr>
                                <w:b/>
                                <w:color w:val="000000"/>
                                <w:sz w:val="14"/>
                                <w:szCs w:val="14"/>
                              </w:rPr>
                            </w:pPr>
                            <w:r>
                              <w:rPr>
                                <w:b/>
                                <w:color w:val="000000"/>
                                <w:sz w:val="14"/>
                                <w:szCs w:val="14"/>
                              </w:rPr>
                              <w:t>LEFT</w:t>
                            </w:r>
                          </w:p>
                          <w:p w:rsidR="002026FB" w:rsidRPr="00F835DA" w:rsidRDefault="002026FB" w:rsidP="00F26EC5">
                            <w:pPr>
                              <w:pStyle w:val="CUSTOMNormal"/>
                              <w:tabs>
                                <w:tab w:val="left" w:pos="392"/>
                              </w:tabs>
                              <w:rPr>
                                <w:b/>
                                <w:color w:val="000000"/>
                                <w:sz w:val="14"/>
                                <w:szCs w:val="14"/>
                              </w:rPr>
                            </w:pPr>
                          </w:p>
                          <w:p w:rsidR="002026FB" w:rsidRPr="00F26EC5" w:rsidRDefault="002026FB" w:rsidP="00F26EC5">
                            <w:pPr>
                              <w:pStyle w:val="CUSTOMNormal"/>
                              <w:tabs>
                                <w:tab w:val="left" w:pos="392"/>
                              </w:tabs>
                              <w:rPr>
                                <w:b/>
                                <w:color w:val="000000"/>
                                <w:sz w:val="14"/>
                                <w:szCs w:val="14"/>
                              </w:rPr>
                            </w:pPr>
                            <w:r w:rsidRPr="00F26EC5">
                              <w:rPr>
                                <w:b/>
                                <w:color w:val="000000"/>
                                <w:sz w:val="14"/>
                                <w:szCs w:val="14"/>
                              </w:rPr>
                              <w:t>EXTRACRANIAL CAROTID AND VERTEBRAL ARTERY ASSESSMENT</w:t>
                            </w:r>
                          </w:p>
                          <w:p w:rsidR="002026FB" w:rsidRPr="00F835DA" w:rsidRDefault="002026FB" w:rsidP="00F26EC5">
                            <w:pPr>
                              <w:pStyle w:val="CUSTOMNormal"/>
                              <w:tabs>
                                <w:tab w:val="left" w:pos="392"/>
                              </w:tabs>
                              <w:rPr>
                                <w:b/>
                                <w:color w:val="000000"/>
                                <w:sz w:val="14"/>
                                <w:szCs w:val="14"/>
                              </w:rPr>
                            </w:pPr>
                          </w:p>
                          <w:p w:rsidR="002026FB" w:rsidRPr="00DF289D" w:rsidRDefault="002026FB" w:rsidP="002026FB">
                            <w:pPr>
                              <w:pStyle w:val="CUSTOMNormal"/>
                              <w:tabs>
                                <w:tab w:val="left" w:pos="1560"/>
                              </w:tabs>
                              <w:rPr>
                                <w:b/>
                                <w:color w:val="FF0000"/>
                                <w:sz w:val="14"/>
                                <w:szCs w:val="14"/>
                                <w:lang w:val="es-ES"/>
                              </w:rPr>
                            </w:pPr>
                            <w:proofErr w:type="spellStart"/>
                            <w:r w:rsidRPr="00DF289D">
                              <w:rPr>
                                <w:b/>
                                <w:color w:val="FF0000"/>
                                <w:sz w:val="14"/>
                                <w:szCs w:val="14"/>
                                <w:lang w:val="es-ES"/>
                              </w:rPr>
                              <w:t>Internal</w:t>
                            </w:r>
                            <w:proofErr w:type="spellEnd"/>
                            <w:r w:rsidRPr="00DF289D">
                              <w:rPr>
                                <w:b/>
                                <w:color w:val="FF0000"/>
                                <w:sz w:val="14"/>
                                <w:szCs w:val="14"/>
                                <w:lang w:val="es-ES"/>
                              </w:rPr>
                              <w:t xml:space="preserve"> </w:t>
                            </w:r>
                            <w:proofErr w:type="spellStart"/>
                            <w:r w:rsidRPr="00DF289D">
                              <w:rPr>
                                <w:b/>
                                <w:color w:val="FF0000"/>
                                <w:sz w:val="14"/>
                                <w:szCs w:val="14"/>
                                <w:lang w:val="es-ES"/>
                              </w:rPr>
                              <w:t>carotid</w:t>
                            </w:r>
                            <w:proofErr w:type="spellEnd"/>
                            <w:r w:rsidRPr="00DF289D">
                              <w:rPr>
                                <w:b/>
                                <w:color w:val="FF0000"/>
                                <w:sz w:val="14"/>
                                <w:szCs w:val="14"/>
                                <w:lang w:val="es-ES"/>
                              </w:rPr>
                              <w:t xml:space="preserve"> (ICA)</w:t>
                            </w:r>
                            <w:r w:rsidRPr="00DF289D">
                              <w:rPr>
                                <w:b/>
                                <w:color w:val="FF0000"/>
                                <w:sz w:val="14"/>
                                <w:szCs w:val="14"/>
                                <w:lang w:val="es-ES"/>
                              </w:rPr>
                              <w:tab/>
                              <w:t xml:space="preserve">= </w:t>
                            </w:r>
                            <w:r w:rsidR="00DF289D" w:rsidRPr="00DF289D">
                              <w:rPr>
                                <w:b/>
                                <w:color w:val="FF0000"/>
                                <w:sz w:val="14"/>
                                <w:szCs w:val="14"/>
                                <w:lang w:val="es-ES"/>
                              </w:rPr>
                              <w:t xml:space="preserve">80-89% </w:t>
                            </w:r>
                            <w:proofErr w:type="spellStart"/>
                            <w:r w:rsidR="00DF289D" w:rsidRPr="00DF289D">
                              <w:rPr>
                                <w:b/>
                                <w:color w:val="FF0000"/>
                                <w:sz w:val="14"/>
                                <w:szCs w:val="14"/>
                                <w:lang w:val="es-ES"/>
                              </w:rPr>
                              <w:t>Stenosis</w:t>
                            </w:r>
                            <w:proofErr w:type="spellEnd"/>
                          </w:p>
                          <w:p w:rsidR="002026FB" w:rsidRP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proofErr w:type="spellStart"/>
                            <w:r>
                              <w:rPr>
                                <w:color w:val="000000"/>
                                <w:sz w:val="14"/>
                                <w:szCs w:val="14"/>
                                <w:lang w:val="es-ES"/>
                              </w:rPr>
                              <w:t>External</w:t>
                            </w:r>
                            <w:proofErr w:type="spellEnd"/>
                            <w:r>
                              <w:rPr>
                                <w:color w:val="000000"/>
                                <w:sz w:val="14"/>
                                <w:szCs w:val="14"/>
                                <w:lang w:val="es-ES"/>
                              </w:rPr>
                              <w:t xml:space="preserve"> </w:t>
                            </w:r>
                            <w:proofErr w:type="spellStart"/>
                            <w:r>
                              <w:rPr>
                                <w:color w:val="000000"/>
                                <w:sz w:val="14"/>
                                <w:szCs w:val="14"/>
                                <w:lang w:val="es-ES"/>
                              </w:rPr>
                              <w:t>carotid</w:t>
                            </w:r>
                            <w:proofErr w:type="spellEnd"/>
                            <w:r>
                              <w:rPr>
                                <w:color w:val="000000"/>
                                <w:sz w:val="14"/>
                                <w:szCs w:val="14"/>
                                <w:lang w:val="es-ES"/>
                              </w:rPr>
                              <w:t xml:space="preserve"> (ECA)</w:t>
                            </w:r>
                            <w:r>
                              <w:rPr>
                                <w:color w:val="000000"/>
                                <w:sz w:val="14"/>
                                <w:szCs w:val="14"/>
                                <w:lang w:val="es-ES"/>
                              </w:rPr>
                              <w:tab/>
                              <w:t xml:space="preserve">= No </w:t>
                            </w:r>
                            <w:proofErr w:type="spellStart"/>
                            <w:r>
                              <w:rPr>
                                <w:color w:val="000000"/>
                                <w:sz w:val="14"/>
                                <w:szCs w:val="14"/>
                                <w:lang w:val="es-ES"/>
                              </w:rPr>
                              <w:t>significant</w:t>
                            </w:r>
                            <w:proofErr w:type="spellEnd"/>
                            <w:r>
                              <w:rPr>
                                <w:color w:val="000000"/>
                                <w:sz w:val="14"/>
                                <w:szCs w:val="14"/>
                                <w:lang w:val="es-ES"/>
                              </w:rPr>
                              <w:t xml:space="preserve"> </w:t>
                            </w:r>
                            <w:proofErr w:type="spellStart"/>
                            <w:r>
                              <w:rPr>
                                <w:color w:val="000000"/>
                                <w:sz w:val="14"/>
                                <w:szCs w:val="14"/>
                                <w:lang w:val="es-ES"/>
                              </w:rPr>
                              <w:t>stenosis</w:t>
                            </w:r>
                            <w:proofErr w:type="spellEnd"/>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proofErr w:type="spellStart"/>
                            <w:r>
                              <w:rPr>
                                <w:color w:val="000000"/>
                                <w:sz w:val="14"/>
                                <w:szCs w:val="14"/>
                                <w:lang w:val="es-ES"/>
                              </w:rPr>
                              <w:t>Common</w:t>
                            </w:r>
                            <w:proofErr w:type="spellEnd"/>
                            <w:r>
                              <w:rPr>
                                <w:color w:val="000000"/>
                                <w:sz w:val="14"/>
                                <w:szCs w:val="14"/>
                                <w:lang w:val="es-ES"/>
                              </w:rPr>
                              <w:t xml:space="preserve"> </w:t>
                            </w:r>
                            <w:proofErr w:type="spellStart"/>
                            <w:r>
                              <w:rPr>
                                <w:color w:val="000000"/>
                                <w:sz w:val="14"/>
                                <w:szCs w:val="14"/>
                                <w:lang w:val="es-ES"/>
                              </w:rPr>
                              <w:t>carotid</w:t>
                            </w:r>
                            <w:proofErr w:type="spellEnd"/>
                            <w:r>
                              <w:rPr>
                                <w:color w:val="000000"/>
                                <w:sz w:val="14"/>
                                <w:szCs w:val="14"/>
                                <w:lang w:val="es-ES"/>
                              </w:rPr>
                              <w:t xml:space="preserve"> (CCA)</w:t>
                            </w:r>
                            <w:r>
                              <w:rPr>
                                <w:color w:val="000000"/>
                                <w:sz w:val="14"/>
                                <w:szCs w:val="14"/>
                                <w:lang w:val="es-ES"/>
                              </w:rPr>
                              <w:tab/>
                              <w:t xml:space="preserve">= No </w:t>
                            </w:r>
                            <w:proofErr w:type="spellStart"/>
                            <w:r>
                              <w:rPr>
                                <w:color w:val="000000"/>
                                <w:sz w:val="14"/>
                                <w:szCs w:val="14"/>
                                <w:lang w:val="es-ES"/>
                              </w:rPr>
                              <w:t>significant</w:t>
                            </w:r>
                            <w:proofErr w:type="spellEnd"/>
                            <w:r>
                              <w:rPr>
                                <w:color w:val="000000"/>
                                <w:sz w:val="14"/>
                                <w:szCs w:val="14"/>
                                <w:lang w:val="es-ES"/>
                              </w:rPr>
                              <w:t xml:space="preserve"> </w:t>
                            </w:r>
                            <w:proofErr w:type="spellStart"/>
                            <w:r>
                              <w:rPr>
                                <w:color w:val="000000"/>
                                <w:sz w:val="14"/>
                                <w:szCs w:val="14"/>
                                <w:lang w:val="es-ES"/>
                              </w:rPr>
                              <w:t>stenosis</w:t>
                            </w:r>
                            <w:proofErr w:type="spellEnd"/>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p>
                          <w:p w:rsidR="002026FB" w:rsidRPr="002026FB" w:rsidRDefault="002026FB" w:rsidP="002026FB">
                            <w:pPr>
                              <w:pStyle w:val="CUSTOMNormal"/>
                              <w:tabs>
                                <w:tab w:val="left" w:pos="1560"/>
                              </w:tabs>
                              <w:rPr>
                                <w:b/>
                                <w:color w:val="000000"/>
                                <w:sz w:val="14"/>
                                <w:szCs w:val="14"/>
                                <w:lang w:val="es-ES"/>
                              </w:rPr>
                            </w:pPr>
                            <w:r>
                              <w:rPr>
                                <w:color w:val="000000"/>
                                <w:sz w:val="14"/>
                                <w:szCs w:val="14"/>
                                <w:lang w:val="es-ES"/>
                              </w:rPr>
                              <w:t xml:space="preserve">Vertebral </w:t>
                            </w:r>
                            <w:proofErr w:type="spellStart"/>
                            <w:r>
                              <w:rPr>
                                <w:color w:val="000000"/>
                                <w:sz w:val="14"/>
                                <w:szCs w:val="14"/>
                                <w:lang w:val="es-ES"/>
                              </w:rPr>
                              <w:t>artery</w:t>
                            </w:r>
                            <w:proofErr w:type="spellEnd"/>
                            <w:r>
                              <w:rPr>
                                <w:color w:val="000000"/>
                                <w:sz w:val="14"/>
                                <w:szCs w:val="14"/>
                                <w:lang w:val="es-ES"/>
                              </w:rPr>
                              <w:t xml:space="preserve"> (VA)</w:t>
                            </w:r>
                            <w:r>
                              <w:rPr>
                                <w:color w:val="000000"/>
                                <w:sz w:val="14"/>
                                <w:szCs w:val="14"/>
                                <w:lang w:val="es-ES"/>
                              </w:rPr>
                              <w:tab/>
                              <w:t xml:space="preserve">= </w:t>
                            </w:r>
                            <w:proofErr w:type="spellStart"/>
                            <w:r w:rsidRPr="002026FB">
                              <w:rPr>
                                <w:b/>
                                <w:color w:val="000000"/>
                                <w:sz w:val="14"/>
                                <w:szCs w:val="14"/>
                                <w:lang w:val="es-ES"/>
                              </w:rPr>
                              <w:t>Antegrade</w:t>
                            </w:r>
                            <w:proofErr w:type="spellEnd"/>
                            <w:r w:rsidRPr="002026FB">
                              <w:rPr>
                                <w:b/>
                                <w:color w:val="000000"/>
                                <w:sz w:val="14"/>
                                <w:szCs w:val="14"/>
                                <w:lang w:val="es-ES"/>
                              </w:rPr>
                              <w:t xml:space="preserve"> </w:t>
                            </w:r>
                            <w:proofErr w:type="spellStart"/>
                            <w:r w:rsidRPr="002026FB">
                              <w:rPr>
                                <w:b/>
                                <w:color w:val="000000"/>
                                <w:sz w:val="14"/>
                                <w:szCs w:val="14"/>
                                <w:lang w:val="es-ES"/>
                              </w:rPr>
                              <w:t>flow</w:t>
                            </w:r>
                            <w:proofErr w:type="spellEnd"/>
                          </w:p>
                          <w:p w:rsidR="002026FB" w:rsidRPr="002026FB" w:rsidRDefault="002026FB" w:rsidP="002026FB">
                            <w:pPr>
                              <w:pStyle w:val="CUSTOMNormal"/>
                              <w:tabs>
                                <w:tab w:val="left" w:pos="1560"/>
                              </w:tabs>
                              <w:rPr>
                                <w:color w:val="000000"/>
                                <w:sz w:val="14"/>
                                <w:szCs w:val="14"/>
                                <w:lang w:val="es-ES"/>
                              </w:rPr>
                            </w:pPr>
                          </w:p>
                        </w:txbxContent>
                      </v:textbox>
                      <w10:wrap anchorx="page" anchory="page"/>
                      <w10:anchorlock/>
                    </v:shape>
                  </w:pict>
                </mc:Fallback>
              </mc:AlternateContent>
            </w:r>
            <w:r w:rsidR="002E4B41">
              <w:rPr>
                <w:noProof/>
                <w:lang w:eastAsia="en-GB"/>
              </w:rPr>
              <mc:AlternateContent>
                <mc:Choice Requires="wps">
                  <w:drawing>
                    <wp:anchor distT="45720" distB="45720" distL="114300" distR="114300" simplePos="0" relativeHeight="251657216" behindDoc="0" locked="1" layoutInCell="1" allowOverlap="1">
                      <wp:simplePos x="0" y="0"/>
                      <wp:positionH relativeFrom="page">
                        <wp:posOffset>6985</wp:posOffset>
                      </wp:positionH>
                      <wp:positionV relativeFrom="page">
                        <wp:posOffset>479425</wp:posOffset>
                      </wp:positionV>
                      <wp:extent cx="2021840" cy="1431290"/>
                      <wp:effectExtent l="4445" t="2540" r="2540" b="4445"/>
                      <wp:wrapNone/>
                      <wp:docPr id="3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1840" cy="14312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26EC5" w:rsidRPr="00F835DA" w:rsidRDefault="00F26EC5" w:rsidP="00F26EC5">
                                  <w:pPr>
                                    <w:pStyle w:val="CUSTOMNormal"/>
                                    <w:tabs>
                                      <w:tab w:val="left" w:pos="392"/>
                                    </w:tabs>
                                    <w:rPr>
                                      <w:b/>
                                      <w:color w:val="000000"/>
                                      <w:sz w:val="14"/>
                                      <w:szCs w:val="14"/>
                                    </w:rPr>
                                  </w:pPr>
                                  <w:r>
                                    <w:rPr>
                                      <w:b/>
                                      <w:color w:val="000000"/>
                                      <w:sz w:val="14"/>
                                      <w:szCs w:val="14"/>
                                    </w:rPr>
                                    <w:t>RIGHT</w:t>
                                  </w:r>
                                </w:p>
                                <w:p w:rsidR="00F26EC5" w:rsidRPr="00F835DA" w:rsidRDefault="00F26EC5" w:rsidP="00F26EC5">
                                  <w:pPr>
                                    <w:pStyle w:val="CUSTOMNormal"/>
                                    <w:tabs>
                                      <w:tab w:val="left" w:pos="392"/>
                                    </w:tabs>
                                    <w:rPr>
                                      <w:b/>
                                      <w:color w:val="000000"/>
                                      <w:sz w:val="14"/>
                                      <w:szCs w:val="14"/>
                                    </w:rPr>
                                  </w:pPr>
                                </w:p>
                                <w:p w:rsidR="00F26EC5" w:rsidRPr="00F26EC5" w:rsidRDefault="00F26EC5" w:rsidP="00F26EC5">
                                  <w:pPr>
                                    <w:pStyle w:val="CUSTOMNormal"/>
                                    <w:tabs>
                                      <w:tab w:val="left" w:pos="392"/>
                                    </w:tabs>
                                    <w:rPr>
                                      <w:b/>
                                      <w:color w:val="000000"/>
                                      <w:sz w:val="14"/>
                                      <w:szCs w:val="14"/>
                                    </w:rPr>
                                  </w:pPr>
                                  <w:r w:rsidRPr="00F26EC5">
                                    <w:rPr>
                                      <w:b/>
                                      <w:color w:val="000000"/>
                                      <w:sz w:val="14"/>
                                      <w:szCs w:val="14"/>
                                    </w:rPr>
                                    <w:t>EXTRACRANIAL CAROTID AND VERTEBRAL ARTERY ASSESSMENT</w:t>
                                  </w:r>
                                </w:p>
                                <w:p w:rsidR="00F26EC5" w:rsidRPr="00F835DA" w:rsidRDefault="00F26EC5" w:rsidP="00F26EC5">
                                  <w:pPr>
                                    <w:pStyle w:val="CUSTOMNormal"/>
                                    <w:tabs>
                                      <w:tab w:val="left" w:pos="392"/>
                                    </w:tabs>
                                    <w:rPr>
                                      <w:b/>
                                      <w:color w:val="000000"/>
                                      <w:sz w:val="14"/>
                                      <w:szCs w:val="14"/>
                                    </w:rPr>
                                  </w:pPr>
                                </w:p>
                                <w:p w:rsidR="00F26EC5" w:rsidRDefault="002026FB" w:rsidP="002026FB">
                                  <w:pPr>
                                    <w:pStyle w:val="CUSTOMNormal"/>
                                    <w:tabs>
                                      <w:tab w:val="left" w:pos="1560"/>
                                    </w:tabs>
                                    <w:rPr>
                                      <w:color w:val="000000"/>
                                      <w:sz w:val="14"/>
                                      <w:szCs w:val="14"/>
                                      <w:lang w:val="es-ES"/>
                                    </w:rPr>
                                  </w:pPr>
                                  <w:r w:rsidRPr="002026FB">
                                    <w:rPr>
                                      <w:color w:val="000000"/>
                                      <w:sz w:val="14"/>
                                      <w:szCs w:val="14"/>
                                      <w:lang w:val="es-ES"/>
                                    </w:rPr>
                                    <w:t>Internal carotid (ICA)</w:t>
                                  </w:r>
                                  <w:r w:rsidRPr="002026FB">
                                    <w:rPr>
                                      <w:color w:val="000000"/>
                                      <w:sz w:val="14"/>
                                      <w:szCs w:val="14"/>
                                      <w:lang w:val="es-ES"/>
                                    </w:rPr>
                                    <w:tab/>
                                    <w:t>= No significant stenosis</w:t>
                                  </w:r>
                                </w:p>
                                <w:p w:rsidR="002026FB" w:rsidRP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External carotid (ECA)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r>
                                    <w:rPr>
                                      <w:color w:val="000000"/>
                                      <w:sz w:val="14"/>
                                      <w:szCs w:val="14"/>
                                      <w:lang w:val="es-ES"/>
                                    </w:rPr>
                                    <w:t>Common carotid (CCA)</w:t>
                                  </w:r>
                                  <w:r>
                                    <w:rPr>
                                      <w:color w:val="000000"/>
                                      <w:sz w:val="14"/>
                                      <w:szCs w:val="14"/>
                                      <w:lang w:val="es-ES"/>
                                    </w:rPr>
                                    <w:tab/>
                                    <w:t>= No significant stenosis</w:t>
                                  </w:r>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p>
                                <w:p w:rsidR="002026FB" w:rsidRPr="002026FB" w:rsidRDefault="002026FB" w:rsidP="002026FB">
                                  <w:pPr>
                                    <w:pStyle w:val="CUSTOMNormal"/>
                                    <w:tabs>
                                      <w:tab w:val="left" w:pos="1560"/>
                                    </w:tabs>
                                    <w:rPr>
                                      <w:b/>
                                      <w:color w:val="000000"/>
                                      <w:sz w:val="14"/>
                                      <w:szCs w:val="14"/>
                                      <w:lang w:val="es-ES"/>
                                    </w:rPr>
                                  </w:pPr>
                                  <w:r>
                                    <w:rPr>
                                      <w:color w:val="000000"/>
                                      <w:sz w:val="14"/>
                                      <w:szCs w:val="14"/>
                                      <w:lang w:val="es-ES"/>
                                    </w:rPr>
                                    <w:t>Vertebral artery (VA)</w:t>
                                  </w:r>
                                  <w:r>
                                    <w:rPr>
                                      <w:color w:val="000000"/>
                                      <w:sz w:val="14"/>
                                      <w:szCs w:val="14"/>
                                      <w:lang w:val="es-ES"/>
                                    </w:rPr>
                                    <w:tab/>
                                    <w:t xml:space="preserve">= </w:t>
                                  </w:r>
                                  <w:r w:rsidRPr="002026FB">
                                    <w:rPr>
                                      <w:b/>
                                      <w:color w:val="000000"/>
                                      <w:sz w:val="14"/>
                                      <w:szCs w:val="14"/>
                                      <w:lang w:val="es-ES"/>
                                    </w:rPr>
                                    <w:t>Antegrade flow</w:t>
                                  </w:r>
                                </w:p>
                                <w:p w:rsidR="002026FB" w:rsidRPr="002026FB" w:rsidRDefault="002026FB" w:rsidP="002026FB">
                                  <w:pPr>
                                    <w:pStyle w:val="CUSTOMNormal"/>
                                    <w:tabs>
                                      <w:tab w:val="left" w:pos="1560"/>
                                    </w:tabs>
                                    <w:rPr>
                                      <w:color w:val="000000"/>
                                      <w:sz w:val="14"/>
                                      <w:szCs w:val="14"/>
                                      <w:lang w:val="es-ES"/>
                                    </w:rPr>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6" o:spid="_x0000_s1027" type="#_x0000_t202" style="position:absolute;margin-left:.55pt;margin-top:37.75pt;width:159.2pt;height:112.7pt;z-index:25165721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" filled="f" stroked="f" strokeweight=".5pt">
                      <v:textbox style="mso-fit-shape-to-text:t" inset="0,0,0,0">
                        <w:txbxContent>
                          <w:p w:rsidR="00F26EC5" w:rsidRPr="00F835DA" w:rsidRDefault="00F26EC5" w:rsidP="00F26EC5">
                            <w:pPr>
                              <w:pStyle w:val="CUSTOMNormal"/>
                              <w:tabs>
                                <w:tab w:val="left" w:pos="392"/>
                              </w:tabs>
                              <w:rPr>
                                <w:b/>
                                <w:color w:val="000000"/>
                                <w:sz w:val="14"/>
                                <w:szCs w:val="14"/>
                              </w:rPr>
                            </w:pPr>
                            <w:r>
                              <w:rPr>
                                <w:b/>
                                <w:color w:val="000000"/>
                                <w:sz w:val="14"/>
                                <w:szCs w:val="14"/>
                              </w:rPr>
                              <w:t>RIGHT</w:t>
                            </w:r>
                          </w:p>
                          <w:p w:rsidR="00F26EC5" w:rsidRPr="00F835DA" w:rsidRDefault="00F26EC5" w:rsidP="00F26EC5">
                            <w:pPr>
                              <w:pStyle w:val="CUSTOMNormal"/>
                              <w:tabs>
                                <w:tab w:val="left" w:pos="392"/>
                              </w:tabs>
                              <w:rPr>
                                <w:b/>
                                <w:color w:val="000000"/>
                                <w:sz w:val="14"/>
                                <w:szCs w:val="14"/>
                              </w:rPr>
                            </w:pPr>
                          </w:p>
                          <w:p w:rsidR="00F26EC5" w:rsidRPr="00F26EC5" w:rsidRDefault="00F26EC5" w:rsidP="00F26EC5">
                            <w:pPr>
                              <w:pStyle w:val="CUSTOMNormal"/>
                              <w:tabs>
                                <w:tab w:val="left" w:pos="392"/>
                              </w:tabs>
                              <w:rPr>
                                <w:b/>
                                <w:color w:val="000000"/>
                                <w:sz w:val="14"/>
                                <w:szCs w:val="14"/>
                              </w:rPr>
                            </w:pPr>
                            <w:r w:rsidRPr="00F26EC5">
                              <w:rPr>
                                <w:b/>
                                <w:color w:val="000000"/>
                                <w:sz w:val="14"/>
                                <w:szCs w:val="14"/>
                              </w:rPr>
                              <w:t>EXTRACRANIAL CAROTID AND VERTEBRAL ARTERY ASSESSMENT</w:t>
                            </w:r>
                          </w:p>
                          <w:p w:rsidR="00F26EC5" w:rsidRPr="00F835DA" w:rsidRDefault="00F26EC5" w:rsidP="00F26EC5">
                            <w:pPr>
                              <w:pStyle w:val="CUSTOMNormal"/>
                              <w:tabs>
                                <w:tab w:val="left" w:pos="392"/>
                              </w:tabs>
                              <w:rPr>
                                <w:b/>
                                <w:color w:val="000000"/>
                                <w:sz w:val="14"/>
                                <w:szCs w:val="14"/>
                              </w:rPr>
                            </w:pPr>
                          </w:p>
                          <w:p w:rsidR="00F26EC5" w:rsidRDefault="002026FB" w:rsidP="002026FB">
                            <w:pPr>
                              <w:pStyle w:val="CUSTOMNormal"/>
                              <w:tabs>
                                <w:tab w:val="left" w:pos="1560"/>
                              </w:tabs>
                              <w:rPr>
                                <w:color w:val="000000"/>
                                <w:sz w:val="14"/>
                                <w:szCs w:val="14"/>
                                <w:lang w:val="es-ES"/>
                              </w:rPr>
                            </w:pPr>
                            <w:proofErr w:type="spellStart"/>
                            <w:r w:rsidRPr="002026FB">
                              <w:rPr>
                                <w:color w:val="000000"/>
                                <w:sz w:val="14"/>
                                <w:szCs w:val="14"/>
                                <w:lang w:val="es-ES"/>
                              </w:rPr>
                              <w:t>Internal</w:t>
                            </w:r>
                            <w:proofErr w:type="spellEnd"/>
                            <w:r w:rsidRPr="002026FB">
                              <w:rPr>
                                <w:color w:val="000000"/>
                                <w:sz w:val="14"/>
                                <w:szCs w:val="14"/>
                                <w:lang w:val="es-ES"/>
                              </w:rPr>
                              <w:t xml:space="preserve"> </w:t>
                            </w:r>
                            <w:proofErr w:type="spellStart"/>
                            <w:r w:rsidRPr="002026FB">
                              <w:rPr>
                                <w:color w:val="000000"/>
                                <w:sz w:val="14"/>
                                <w:szCs w:val="14"/>
                                <w:lang w:val="es-ES"/>
                              </w:rPr>
                              <w:t>carotid</w:t>
                            </w:r>
                            <w:proofErr w:type="spellEnd"/>
                            <w:r w:rsidRPr="002026FB">
                              <w:rPr>
                                <w:color w:val="000000"/>
                                <w:sz w:val="14"/>
                                <w:szCs w:val="14"/>
                                <w:lang w:val="es-ES"/>
                              </w:rPr>
                              <w:t xml:space="preserve"> (ICA)</w:t>
                            </w:r>
                            <w:r w:rsidRPr="002026FB">
                              <w:rPr>
                                <w:color w:val="000000"/>
                                <w:sz w:val="14"/>
                                <w:szCs w:val="14"/>
                                <w:lang w:val="es-ES"/>
                              </w:rPr>
                              <w:tab/>
                              <w:t xml:space="preserve">= No </w:t>
                            </w:r>
                            <w:proofErr w:type="spellStart"/>
                            <w:r w:rsidRPr="002026FB">
                              <w:rPr>
                                <w:color w:val="000000"/>
                                <w:sz w:val="14"/>
                                <w:szCs w:val="14"/>
                                <w:lang w:val="es-ES"/>
                              </w:rPr>
                              <w:t>significant</w:t>
                            </w:r>
                            <w:proofErr w:type="spellEnd"/>
                            <w:r w:rsidRPr="002026FB">
                              <w:rPr>
                                <w:color w:val="000000"/>
                                <w:sz w:val="14"/>
                                <w:szCs w:val="14"/>
                                <w:lang w:val="es-ES"/>
                              </w:rPr>
                              <w:t xml:space="preserve"> </w:t>
                            </w:r>
                            <w:proofErr w:type="spellStart"/>
                            <w:r w:rsidRPr="002026FB">
                              <w:rPr>
                                <w:color w:val="000000"/>
                                <w:sz w:val="14"/>
                                <w:szCs w:val="14"/>
                                <w:lang w:val="es-ES"/>
                              </w:rPr>
                              <w:t>stenosis</w:t>
                            </w:r>
                            <w:proofErr w:type="spellEnd"/>
                          </w:p>
                          <w:p w:rsidR="002026FB" w:rsidRP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proofErr w:type="spellStart"/>
                            <w:r>
                              <w:rPr>
                                <w:color w:val="000000"/>
                                <w:sz w:val="14"/>
                                <w:szCs w:val="14"/>
                                <w:lang w:val="es-ES"/>
                              </w:rPr>
                              <w:t>External</w:t>
                            </w:r>
                            <w:proofErr w:type="spellEnd"/>
                            <w:r>
                              <w:rPr>
                                <w:color w:val="000000"/>
                                <w:sz w:val="14"/>
                                <w:szCs w:val="14"/>
                                <w:lang w:val="es-ES"/>
                              </w:rPr>
                              <w:t xml:space="preserve"> </w:t>
                            </w:r>
                            <w:proofErr w:type="spellStart"/>
                            <w:r>
                              <w:rPr>
                                <w:color w:val="000000"/>
                                <w:sz w:val="14"/>
                                <w:szCs w:val="14"/>
                                <w:lang w:val="es-ES"/>
                              </w:rPr>
                              <w:t>carotid</w:t>
                            </w:r>
                            <w:proofErr w:type="spellEnd"/>
                            <w:r>
                              <w:rPr>
                                <w:color w:val="000000"/>
                                <w:sz w:val="14"/>
                                <w:szCs w:val="14"/>
                                <w:lang w:val="es-ES"/>
                              </w:rPr>
                              <w:t xml:space="preserve"> (ECA)</w:t>
                            </w:r>
                            <w:r>
                              <w:rPr>
                                <w:color w:val="000000"/>
                                <w:sz w:val="14"/>
                                <w:szCs w:val="14"/>
                                <w:lang w:val="es-ES"/>
                              </w:rPr>
                              <w:tab/>
                              <w:t xml:space="preserve">= No </w:t>
                            </w:r>
                            <w:proofErr w:type="spellStart"/>
                            <w:r>
                              <w:rPr>
                                <w:color w:val="000000"/>
                                <w:sz w:val="14"/>
                                <w:szCs w:val="14"/>
                                <w:lang w:val="es-ES"/>
                              </w:rPr>
                              <w:t>significant</w:t>
                            </w:r>
                            <w:proofErr w:type="spellEnd"/>
                            <w:r>
                              <w:rPr>
                                <w:color w:val="000000"/>
                                <w:sz w:val="14"/>
                                <w:szCs w:val="14"/>
                                <w:lang w:val="es-ES"/>
                              </w:rPr>
                              <w:t xml:space="preserve"> </w:t>
                            </w:r>
                            <w:proofErr w:type="spellStart"/>
                            <w:r>
                              <w:rPr>
                                <w:color w:val="000000"/>
                                <w:sz w:val="14"/>
                                <w:szCs w:val="14"/>
                                <w:lang w:val="es-ES"/>
                              </w:rPr>
                              <w:t>stenosis</w:t>
                            </w:r>
                            <w:proofErr w:type="spellEnd"/>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proofErr w:type="spellStart"/>
                            <w:r>
                              <w:rPr>
                                <w:color w:val="000000"/>
                                <w:sz w:val="14"/>
                                <w:szCs w:val="14"/>
                                <w:lang w:val="es-ES"/>
                              </w:rPr>
                              <w:t>Common</w:t>
                            </w:r>
                            <w:proofErr w:type="spellEnd"/>
                            <w:r>
                              <w:rPr>
                                <w:color w:val="000000"/>
                                <w:sz w:val="14"/>
                                <w:szCs w:val="14"/>
                                <w:lang w:val="es-ES"/>
                              </w:rPr>
                              <w:t xml:space="preserve"> </w:t>
                            </w:r>
                            <w:proofErr w:type="spellStart"/>
                            <w:r>
                              <w:rPr>
                                <w:color w:val="000000"/>
                                <w:sz w:val="14"/>
                                <w:szCs w:val="14"/>
                                <w:lang w:val="es-ES"/>
                              </w:rPr>
                              <w:t>carotid</w:t>
                            </w:r>
                            <w:proofErr w:type="spellEnd"/>
                            <w:r>
                              <w:rPr>
                                <w:color w:val="000000"/>
                                <w:sz w:val="14"/>
                                <w:szCs w:val="14"/>
                                <w:lang w:val="es-ES"/>
                              </w:rPr>
                              <w:t xml:space="preserve"> (CCA)</w:t>
                            </w:r>
                            <w:r>
                              <w:rPr>
                                <w:color w:val="000000"/>
                                <w:sz w:val="14"/>
                                <w:szCs w:val="14"/>
                                <w:lang w:val="es-ES"/>
                              </w:rPr>
                              <w:tab/>
                              <w:t xml:space="preserve">= No </w:t>
                            </w:r>
                            <w:proofErr w:type="spellStart"/>
                            <w:r>
                              <w:rPr>
                                <w:color w:val="000000"/>
                                <w:sz w:val="14"/>
                                <w:szCs w:val="14"/>
                                <w:lang w:val="es-ES"/>
                              </w:rPr>
                              <w:t>significant</w:t>
                            </w:r>
                            <w:proofErr w:type="spellEnd"/>
                            <w:r>
                              <w:rPr>
                                <w:color w:val="000000"/>
                                <w:sz w:val="14"/>
                                <w:szCs w:val="14"/>
                                <w:lang w:val="es-ES"/>
                              </w:rPr>
                              <w:t xml:space="preserve"> </w:t>
                            </w:r>
                            <w:proofErr w:type="spellStart"/>
                            <w:r>
                              <w:rPr>
                                <w:color w:val="000000"/>
                                <w:sz w:val="14"/>
                                <w:szCs w:val="14"/>
                                <w:lang w:val="es-ES"/>
                              </w:rPr>
                              <w:t>stenosis</w:t>
                            </w:r>
                            <w:proofErr w:type="spellEnd"/>
                          </w:p>
                          <w:p w:rsidR="002026FB" w:rsidRDefault="002026FB" w:rsidP="002026FB">
                            <w:pPr>
                              <w:pStyle w:val="CUSTOMNormal"/>
                              <w:tabs>
                                <w:tab w:val="left" w:pos="1560"/>
                              </w:tabs>
                              <w:rPr>
                                <w:color w:val="000000"/>
                                <w:sz w:val="14"/>
                                <w:szCs w:val="14"/>
                                <w:lang w:val="es-ES"/>
                              </w:rPr>
                            </w:pPr>
                          </w:p>
                          <w:p w:rsidR="002026FB" w:rsidRDefault="002026FB" w:rsidP="002026FB">
                            <w:pPr>
                              <w:pStyle w:val="CUSTOMNormal"/>
                              <w:tabs>
                                <w:tab w:val="left" w:pos="1560"/>
                              </w:tabs>
                              <w:rPr>
                                <w:color w:val="000000"/>
                                <w:sz w:val="14"/>
                                <w:szCs w:val="14"/>
                                <w:lang w:val="es-ES"/>
                              </w:rPr>
                            </w:pPr>
                          </w:p>
                          <w:p w:rsidR="002026FB" w:rsidRPr="002026FB" w:rsidRDefault="002026FB" w:rsidP="002026FB">
                            <w:pPr>
                              <w:pStyle w:val="CUSTOMNormal"/>
                              <w:tabs>
                                <w:tab w:val="left" w:pos="1560"/>
                              </w:tabs>
                              <w:rPr>
                                <w:b/>
                                <w:color w:val="000000"/>
                                <w:sz w:val="14"/>
                                <w:szCs w:val="14"/>
                                <w:lang w:val="es-ES"/>
                              </w:rPr>
                            </w:pPr>
                            <w:r>
                              <w:rPr>
                                <w:color w:val="000000"/>
                                <w:sz w:val="14"/>
                                <w:szCs w:val="14"/>
                                <w:lang w:val="es-ES"/>
                              </w:rPr>
                              <w:t xml:space="preserve">Vertebral </w:t>
                            </w:r>
                            <w:proofErr w:type="spellStart"/>
                            <w:r>
                              <w:rPr>
                                <w:color w:val="000000"/>
                                <w:sz w:val="14"/>
                                <w:szCs w:val="14"/>
                                <w:lang w:val="es-ES"/>
                              </w:rPr>
                              <w:t>artery</w:t>
                            </w:r>
                            <w:proofErr w:type="spellEnd"/>
                            <w:r>
                              <w:rPr>
                                <w:color w:val="000000"/>
                                <w:sz w:val="14"/>
                                <w:szCs w:val="14"/>
                                <w:lang w:val="es-ES"/>
                              </w:rPr>
                              <w:t xml:space="preserve"> (VA)</w:t>
                            </w:r>
                            <w:r>
                              <w:rPr>
                                <w:color w:val="000000"/>
                                <w:sz w:val="14"/>
                                <w:szCs w:val="14"/>
                                <w:lang w:val="es-ES"/>
                              </w:rPr>
                              <w:tab/>
                              <w:t xml:space="preserve">= </w:t>
                            </w:r>
                            <w:proofErr w:type="spellStart"/>
                            <w:r w:rsidRPr="002026FB">
                              <w:rPr>
                                <w:b/>
                                <w:color w:val="000000"/>
                                <w:sz w:val="14"/>
                                <w:szCs w:val="14"/>
                                <w:lang w:val="es-ES"/>
                              </w:rPr>
                              <w:t>Antegrade</w:t>
                            </w:r>
                            <w:proofErr w:type="spellEnd"/>
                            <w:r w:rsidRPr="002026FB">
                              <w:rPr>
                                <w:b/>
                                <w:color w:val="000000"/>
                                <w:sz w:val="14"/>
                                <w:szCs w:val="14"/>
                                <w:lang w:val="es-ES"/>
                              </w:rPr>
                              <w:t xml:space="preserve"> </w:t>
                            </w:r>
                            <w:proofErr w:type="spellStart"/>
                            <w:r w:rsidRPr="002026FB">
                              <w:rPr>
                                <w:b/>
                                <w:color w:val="000000"/>
                                <w:sz w:val="14"/>
                                <w:szCs w:val="14"/>
                                <w:lang w:val="es-ES"/>
                              </w:rPr>
                              <w:t>flow</w:t>
                            </w:r>
                            <w:proofErr w:type="spellEnd"/>
                          </w:p>
                          <w:p w:rsidR="002026FB" w:rsidRPr="002026FB" w:rsidRDefault="002026FB" w:rsidP="002026FB">
                            <w:pPr>
                              <w:pStyle w:val="CUSTOMNormal"/>
                              <w:tabs>
                                <w:tab w:val="left" w:pos="1560"/>
                              </w:tabs>
                              <w:rPr>
                                <w:color w:val="000000"/>
                                <w:sz w:val="14"/>
                                <w:szCs w:val="14"/>
                                <w:lang w:val="es-ES"/>
                              </w:rPr>
                            </w:pPr>
                          </w:p>
                        </w:txbxContent>
                      </v:textbox>
                      <w10:wrap anchorx="page" anchory="page"/>
                      <w10:anchorlock/>
                    </v:shape>
                  </w:pict>
                </mc:Fallback>
              </mc:AlternateContent>
            </w:r>
          </w:p>
        </w:tc>
      </w:tr>
      <w:tr w:rsidR="009E0202" w:rsidTr="00DF289D">
        <w:trPr>
          <w:trHeight w:hRule="exact" w:val="4896"/>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C773E6" w:rsidRPr="00A70E50" w:rsidRDefault="00C773E6" w:rsidP="00C773E6">
            <w:pPr>
              <w:jc w:val="both"/>
              <w:rPr>
                <w:b/>
                <w:sz w:val="22"/>
                <w:u w:val="single"/>
                <w:lang w:val="en-GB"/>
              </w:rPr>
            </w:pPr>
            <w:r w:rsidRPr="00A70E50">
              <w:rPr>
                <w:b/>
                <w:sz w:val="22"/>
                <w:u w:val="single"/>
                <w:lang w:val="en-GB"/>
              </w:rPr>
              <w:t>RIGHT:</w:t>
            </w:r>
          </w:p>
          <w:p w:rsidR="00C773E6" w:rsidRDefault="00C773E6" w:rsidP="00C773E6">
            <w:pPr>
              <w:jc w:val="both"/>
              <w:rPr>
                <w:lang w:val="en-GB"/>
              </w:rPr>
            </w:pPr>
            <w:r>
              <w:rPr>
                <w:lang w:val="en-GB"/>
              </w:rPr>
              <w:t>The Common (CCA), Internal (ICA) and External (ECA) Carotid arteries are all patent with no evidence of significant stenosis. Mild amount of calcific atheroma imaged within the bulb and proximal Internal carotid artery.</w:t>
            </w:r>
          </w:p>
          <w:p w:rsidR="00C773E6" w:rsidRDefault="00C773E6" w:rsidP="00C773E6">
            <w:pPr>
              <w:tabs>
                <w:tab w:val="left" w:pos="1875"/>
              </w:tabs>
              <w:jc w:val="both"/>
              <w:rPr>
                <w:lang w:val="en-GB"/>
              </w:rPr>
            </w:pPr>
            <w:r>
              <w:rPr>
                <w:lang w:val="en-GB"/>
              </w:rPr>
              <w:t>ICA PSV= 0.77m/s</w:t>
            </w:r>
            <w:r>
              <w:rPr>
                <w:lang w:val="en-GB"/>
              </w:rPr>
              <w:tab/>
            </w:r>
          </w:p>
          <w:p w:rsidR="00C773E6" w:rsidRDefault="00C773E6" w:rsidP="00C773E6">
            <w:pPr>
              <w:jc w:val="both"/>
              <w:rPr>
                <w:lang w:val="en-GB"/>
              </w:rPr>
            </w:pPr>
            <w:r>
              <w:rPr>
                <w:lang w:val="en-GB"/>
              </w:rPr>
              <w:t>ICA EDV= 0.29m/s</w:t>
            </w:r>
          </w:p>
          <w:p w:rsidR="00C773E6" w:rsidRDefault="00C773E6" w:rsidP="00C773E6">
            <w:pPr>
              <w:jc w:val="both"/>
              <w:rPr>
                <w:lang w:val="en-GB"/>
              </w:rPr>
            </w:pPr>
            <w:r>
              <w:rPr>
                <w:lang w:val="en-GB"/>
              </w:rPr>
              <w:t xml:space="preserve">The vertebral artery is patent with antegrade flow demonstrated. </w:t>
            </w:r>
          </w:p>
          <w:p w:rsidR="00C773E6" w:rsidRDefault="00C773E6" w:rsidP="00C773E6">
            <w:pPr>
              <w:ind w:firstLine="720"/>
              <w:jc w:val="both"/>
              <w:rPr>
                <w:lang w:val="en-GB"/>
              </w:rPr>
            </w:pPr>
          </w:p>
          <w:p w:rsidR="00C773E6" w:rsidRPr="00A70E50" w:rsidRDefault="00C773E6" w:rsidP="00C773E6">
            <w:pPr>
              <w:jc w:val="both"/>
              <w:rPr>
                <w:b/>
                <w:sz w:val="22"/>
                <w:u w:val="single"/>
                <w:lang w:val="en-GB"/>
              </w:rPr>
            </w:pPr>
            <w:r w:rsidRPr="00A70E50">
              <w:rPr>
                <w:b/>
                <w:sz w:val="22"/>
                <w:u w:val="single"/>
                <w:lang w:val="en-GB"/>
              </w:rPr>
              <w:t>LEFT:</w:t>
            </w:r>
          </w:p>
          <w:p w:rsidR="00C773E6" w:rsidRDefault="00C773E6" w:rsidP="00C773E6">
            <w:pPr>
              <w:jc w:val="both"/>
              <w:rPr>
                <w:lang w:val="en-GB"/>
              </w:rPr>
            </w:pPr>
            <w:r>
              <w:rPr>
                <w:lang w:val="en-GB"/>
              </w:rPr>
              <w:t xml:space="preserve">The Common (CCA), Internal (ICA) and External (ECA) Carotid arteries are all patent with no evidence of significant stenosis. </w:t>
            </w:r>
            <w:r w:rsidRPr="00DF289D">
              <w:rPr>
                <w:color w:val="FF0000"/>
                <w:lang w:val="en-GB"/>
              </w:rPr>
              <w:t xml:space="preserve">Significant amount of </w:t>
            </w:r>
            <w:r w:rsidR="00DF289D">
              <w:rPr>
                <w:color w:val="FF0000"/>
                <w:lang w:val="en-GB"/>
              </w:rPr>
              <w:t xml:space="preserve">irregular </w:t>
            </w:r>
            <w:r w:rsidRPr="00DF289D">
              <w:rPr>
                <w:color w:val="FF0000"/>
                <w:lang w:val="en-GB"/>
              </w:rPr>
              <w:t xml:space="preserve">calcific atheroma imaged within the bulb and proximal Internal carotid artery causing </w:t>
            </w:r>
            <w:r w:rsidR="00DF289D" w:rsidRPr="00DF289D">
              <w:rPr>
                <w:color w:val="FF0000"/>
                <w:lang w:val="en-GB"/>
              </w:rPr>
              <w:t>80-89% stenosis.</w:t>
            </w:r>
          </w:p>
          <w:p w:rsidR="00C773E6" w:rsidRDefault="002E4B41" w:rsidP="00C773E6">
            <w:pPr>
              <w:tabs>
                <w:tab w:val="left" w:pos="1875"/>
              </w:tabs>
              <w:jc w:val="both"/>
              <w:rPr>
                <w:lang w:val="en-GB"/>
              </w:rPr>
            </w:pPr>
            <w:r>
              <w:rPr>
                <w:noProof/>
                <w:lang w:val="en-GB" w:eastAsia="en-GB"/>
              </w:rPr>
              <mc:AlternateContent>
                <mc:Choice Requires="wps">
                  <w:drawing>
                    <wp:anchor distT="0" distB="0" distL="114300" distR="114300" simplePos="0" relativeHeight="251659264" behindDoc="0" locked="0" layoutInCell="1" allowOverlap="1">
                      <wp:simplePos x="0" y="0"/>
                      <wp:positionH relativeFrom="column">
                        <wp:posOffset>2088515</wp:posOffset>
                      </wp:positionH>
                      <wp:positionV relativeFrom="paragraph">
                        <wp:posOffset>19050</wp:posOffset>
                      </wp:positionV>
                      <wp:extent cx="3114675" cy="504825"/>
                      <wp:effectExtent l="9525" t="9525" r="9525" b="9525"/>
                      <wp:wrapNone/>
                      <wp:docPr id="3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504825"/>
                              </a:xfrm>
                              <a:prstGeom prst="rect">
                                <a:avLst/>
                              </a:prstGeom>
                              <a:solidFill>
                                <a:srgbClr val="FFFFFF"/>
                              </a:solidFill>
                              <a:ln w="9525">
                                <a:solidFill>
                                  <a:srgbClr val="000000"/>
                                </a:solidFill>
                                <a:miter lim="800000"/>
                                <a:headEnd/>
                                <a:tailEnd/>
                              </a:ln>
                            </wps:spPr>
                            <wps:txbx>
                              <w:txbxContent>
                                <w:p w:rsidR="00DF289D" w:rsidRDefault="00DF289D">
                                  <w:r>
                                    <w:t>ICA</w:t>
                                  </w:r>
                                  <w:r w:rsidRPr="00DF289D">
                                    <w:rPr>
                                      <w:vertAlign w:val="subscript"/>
                                    </w:rPr>
                                    <w:t>PSV</w:t>
                                  </w:r>
                                  <w:r>
                                    <w:t>/CCA</w:t>
                                  </w:r>
                                  <w:r w:rsidRPr="00DF289D">
                                    <w:rPr>
                                      <w:vertAlign w:val="subscript"/>
                                    </w:rPr>
                                    <w:t>PSV</w:t>
                                  </w:r>
                                  <w:r>
                                    <w:t xml:space="preserve"> ratio = 5.25</w:t>
                                  </w:r>
                                </w:p>
                                <w:p w:rsidR="00DF289D" w:rsidRDefault="00DF289D">
                                  <w:r>
                                    <w:t>ICA</w:t>
                                  </w:r>
                                  <w:r w:rsidRPr="00DF289D">
                                    <w:rPr>
                                      <w:vertAlign w:val="subscript"/>
                                    </w:rPr>
                                    <w:t>PSV</w:t>
                                  </w:r>
                                  <w:r>
                                    <w:t>/CCA</w:t>
                                  </w:r>
                                  <w:r w:rsidRPr="00DF289D">
                                    <w:rPr>
                                      <w:vertAlign w:val="subscript"/>
                                    </w:rPr>
                                    <w:t>EDV</w:t>
                                  </w:r>
                                  <w:r>
                                    <w:t xml:space="preserve"> (St. Mary’s ratio) = 22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left:0;text-align:left;margin-left:164.45pt;margin-top:1.5pt;width:245.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">
                      <v:textbox>
                        <w:txbxContent>
                          <w:p w:rsidR="00DF289D" w:rsidRDefault="00DF289D">
                            <w:r>
                              <w:t>ICA</w:t>
                            </w:r>
                            <w:r w:rsidRPr="00DF289D">
                              <w:rPr>
                                <w:vertAlign w:val="subscript"/>
                              </w:rPr>
                              <w:t>PSV</w:t>
                            </w:r>
                            <w:r>
                              <w:t>/CCA</w:t>
                            </w:r>
                            <w:r w:rsidRPr="00DF289D">
                              <w:rPr>
                                <w:vertAlign w:val="subscript"/>
                              </w:rPr>
                              <w:t>PSV</w:t>
                            </w:r>
                            <w:r>
                              <w:t xml:space="preserve"> ratio = 5.25</w:t>
                            </w:r>
                          </w:p>
                          <w:p w:rsidR="00DF289D" w:rsidRDefault="00DF289D">
                            <w:r>
                              <w:t>ICA</w:t>
                            </w:r>
                            <w:r w:rsidRPr="00DF289D">
                              <w:rPr>
                                <w:vertAlign w:val="subscript"/>
                              </w:rPr>
                              <w:t>PSV</w:t>
                            </w:r>
                            <w:r>
                              <w:t>/CCA</w:t>
                            </w:r>
                            <w:r w:rsidRPr="00DF289D">
                              <w:rPr>
                                <w:vertAlign w:val="subscript"/>
                              </w:rPr>
                              <w:t>EDV</w:t>
                            </w:r>
                            <w:r>
                              <w:t xml:space="preserve"> (St. Mary’s ratio) = 22</w:t>
                            </w:r>
                          </w:p>
                        </w:txbxContent>
                      </v:textbox>
                    </v:shape>
                  </w:pict>
                </mc:Fallback>
              </mc:AlternateContent>
            </w:r>
            <w:r w:rsidR="00C773E6">
              <w:rPr>
                <w:lang w:val="en-GB"/>
              </w:rPr>
              <w:t xml:space="preserve">ICA PSV= </w:t>
            </w:r>
            <w:r w:rsidR="00DF289D">
              <w:rPr>
                <w:lang w:val="en-GB"/>
              </w:rPr>
              <w:t>3.52</w:t>
            </w:r>
            <w:r w:rsidR="00C773E6">
              <w:rPr>
                <w:lang w:val="en-GB"/>
              </w:rPr>
              <w:t>m/s</w:t>
            </w:r>
            <w:r w:rsidR="00C773E6">
              <w:rPr>
                <w:lang w:val="en-GB"/>
              </w:rPr>
              <w:tab/>
            </w:r>
          </w:p>
          <w:p w:rsidR="00C773E6" w:rsidRDefault="00C773E6" w:rsidP="00C773E6">
            <w:pPr>
              <w:jc w:val="both"/>
              <w:rPr>
                <w:lang w:val="en-GB"/>
              </w:rPr>
            </w:pPr>
            <w:r>
              <w:rPr>
                <w:lang w:val="en-GB"/>
              </w:rPr>
              <w:t xml:space="preserve">ICA EDV= </w:t>
            </w:r>
            <w:r w:rsidR="00DF289D">
              <w:rPr>
                <w:lang w:val="en-GB"/>
              </w:rPr>
              <w:t>1.25</w:t>
            </w:r>
            <w:r>
              <w:rPr>
                <w:lang w:val="en-GB"/>
              </w:rPr>
              <w:t>m/s</w:t>
            </w:r>
          </w:p>
          <w:p w:rsidR="00DF289D" w:rsidRDefault="00DF289D" w:rsidP="00C773E6">
            <w:pPr>
              <w:jc w:val="both"/>
              <w:rPr>
                <w:lang w:val="en-GB"/>
              </w:rPr>
            </w:pPr>
            <w:r>
              <w:rPr>
                <w:lang w:val="en-GB"/>
              </w:rPr>
              <w:t>CCA PSV= 0.67m/s</w:t>
            </w:r>
          </w:p>
          <w:p w:rsidR="00DF289D" w:rsidRDefault="00DF289D" w:rsidP="00C773E6">
            <w:pPr>
              <w:jc w:val="both"/>
              <w:rPr>
                <w:lang w:val="en-GB"/>
              </w:rPr>
            </w:pPr>
            <w:r>
              <w:rPr>
                <w:lang w:val="en-GB"/>
              </w:rPr>
              <w:t>CCA EDV= 0.16m/sec</w:t>
            </w:r>
          </w:p>
          <w:p w:rsidR="00C773E6" w:rsidRDefault="00C773E6" w:rsidP="00C773E6">
            <w:pPr>
              <w:jc w:val="both"/>
              <w:rPr>
                <w:lang w:val="en-GB"/>
              </w:rPr>
            </w:pPr>
            <w:r>
              <w:rPr>
                <w:lang w:val="en-GB"/>
              </w:rPr>
              <w:t xml:space="preserve">The vertebral artery is patent with antegrade flow demonstrated. </w:t>
            </w:r>
          </w:p>
          <w:p w:rsidR="00C773E6" w:rsidRDefault="00C773E6" w:rsidP="00C773E6">
            <w:pPr>
              <w:jc w:val="both"/>
              <w:rPr>
                <w:lang w:val="en-GB"/>
              </w:rPr>
            </w:pPr>
          </w:p>
          <w:p w:rsidR="00C773E6" w:rsidRPr="00EF32B3" w:rsidRDefault="00C773E6" w:rsidP="00C773E6">
            <w:pPr>
              <w:jc w:val="both"/>
              <w:rPr>
                <w:b/>
                <w:sz w:val="22"/>
                <w:u w:val="single"/>
                <w:lang w:val="en-GB"/>
              </w:rPr>
            </w:pPr>
            <w:r>
              <w:rPr>
                <w:b/>
                <w:sz w:val="22"/>
                <w:u w:val="single"/>
                <w:lang w:val="en-GB"/>
              </w:rPr>
              <w:t>CONCLUSION:</w:t>
            </w:r>
          </w:p>
          <w:p w:rsidR="002E4B41" w:rsidRDefault="002E4B41" w:rsidP="00C773E6">
            <w:pPr>
              <w:jc w:val="both"/>
              <w:rPr>
                <w:b/>
                <w:color w:val="FF0000"/>
                <w:lang w:val="en-GB"/>
              </w:rPr>
            </w:pPr>
            <w:r w:rsidRPr="00DF289D">
              <w:t>Right: Patent extracranial carotid arteries with no haemodynamically significant stenosis</w:t>
            </w:r>
          </w:p>
          <w:p w:rsidR="00C773E6" w:rsidRPr="00DF289D" w:rsidRDefault="00DF289D" w:rsidP="00C773E6">
            <w:pPr>
              <w:jc w:val="both"/>
              <w:rPr>
                <w:b/>
                <w:color w:val="FF0000"/>
                <w:lang w:val="en-GB"/>
              </w:rPr>
            </w:pPr>
            <w:r>
              <w:rPr>
                <w:b/>
                <w:color w:val="FF0000"/>
                <w:lang w:val="en-GB"/>
              </w:rPr>
              <w:t xml:space="preserve">Left: </w:t>
            </w:r>
            <w:r w:rsidRPr="00DF289D">
              <w:rPr>
                <w:b/>
                <w:color w:val="FF0000"/>
                <w:lang w:val="en-GB"/>
              </w:rPr>
              <w:t>80-89% left ICA stenosis</w:t>
            </w:r>
          </w:p>
          <w:p w:rsidR="009E0202" w:rsidRPr="00DF289D" w:rsidRDefault="009E0202" w:rsidP="00DC01AB">
            <w:pPr>
              <w:pStyle w:val="CUSTOMColumnText"/>
            </w:pPr>
          </w:p>
        </w:tc>
      </w:tr>
    </w:tbl>
    <w:p w:rsidR="00F97841" w:rsidRDefault="00F97841" w:rsidP="008C4F7F">
      <w:pPr>
        <w:pStyle w:val="CUSTOMNormal"/>
      </w:pPr>
    </w:p>
    <w:sectPr w:rsidR="00F97841" w:rsidSect="00FB6C7C">
      <w:headerReference w:type="default" r:id="rId7"/>
      <w:headerReference w:type="first" r:id="rId8"/>
      <w:footerReference w:type="first" r:id="rId9"/>
      <w:pgSz w:w="11906" w:h="16838" w:code="9"/>
      <w:pgMar w:top="2892" w:right="851" w:bottom="1134" w:left="851" w:header="1276" w:footer="284" w:gutter="0"/>
      <w:pgBorders w:offsetFrom="page">
        <w:top w:val="double" w:sz="4" w:space="20" w:color="000000"/>
        <w:left w:val="double" w:sz="4" w:space="20" w:color="000000"/>
        <w:bottom w:val="double" w:sz="4" w:space="20" w:color="000000"/>
        <w:right w:val="double" w:sz="4" w:space="20" w:color="00000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3E6" w:rsidRDefault="00C773E6" w:rsidP="005748E3">
      <w:r>
        <w:separator/>
      </w:r>
    </w:p>
  </w:endnote>
  <w:endnote w:type="continuationSeparator" w:id="0">
    <w:p w:rsidR="00C773E6" w:rsidRDefault="00C773E6" w:rsidP="00574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E3" w:rsidRDefault="002E4B41">
    <w:pPr>
      <w:pStyle w:val="Footer"/>
    </w:pPr>
    <w:r>
      <w:rPr>
        <w:noProof/>
        <w:lang w:eastAsia="en-GB"/>
      </w:rPr>
      <mc:AlternateContent>
        <mc:Choice Requires="wps">
          <w:drawing>
            <wp:anchor distT="0" distB="0" distL="114300" distR="114300" simplePos="0" relativeHeight="251661312" behindDoc="1" locked="0" layoutInCell="1" allowOverlap="1">
              <wp:simplePos x="0" y="0"/>
              <wp:positionH relativeFrom="column">
                <wp:posOffset>3705860</wp:posOffset>
              </wp:positionH>
              <wp:positionV relativeFrom="paragraph">
                <wp:posOffset>-4104005</wp:posOffset>
              </wp:positionV>
              <wp:extent cx="635" cy="323850"/>
              <wp:effectExtent l="8255" t="6350" r="10795" b="12065"/>
              <wp:wrapNone/>
              <wp:docPr id="20"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35" cy="323850"/>
                      </a:xfrm>
                      <a:prstGeom prst="straightConnector1">
                        <a:avLst/>
                      </a:prstGeom>
                      <a:noFill/>
                      <a:ln w="12700">
                        <a:solidFill>
                          <a:srgbClr val="00B05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7" o:spid="_x0000_s1026" type="#_x0000_t32" style="position:absolute;margin-left:291.8pt;margin-top:-323.15pt;width:.05pt;height:25.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" strokecolor="#00b050" strokeweight="1pt">
              <v:stroke dashstyle="dash"/>
            </v:shape>
          </w:pict>
        </mc:Fallback>
      </mc:AlternateContent>
    </w:r>
    <w:r>
      <w:rPr>
        <w:noProof/>
        <w:lang w:eastAsia="en-GB"/>
      </w:rPr>
      <mc:AlternateContent>
        <mc:Choice Requires="wps">
          <w:drawing>
            <wp:anchor distT="0" distB="0" distL="114300" distR="114300" simplePos="0" relativeHeight="251662336" behindDoc="1" locked="0" layoutInCell="1" allowOverlap="1">
              <wp:simplePos x="0" y="0"/>
              <wp:positionH relativeFrom="column">
                <wp:posOffset>4850130</wp:posOffset>
              </wp:positionH>
              <wp:positionV relativeFrom="paragraph">
                <wp:posOffset>-3952240</wp:posOffset>
              </wp:positionV>
              <wp:extent cx="250825" cy="116840"/>
              <wp:effectExtent l="8890" t="6350" r="6985" b="10160"/>
              <wp:wrapNone/>
              <wp:docPr id="19"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50825" cy="116840"/>
                      </a:xfrm>
                      <a:prstGeom prst="curvedConnector3">
                        <a:avLst>
                          <a:gd name="adj1" fmla="val 49875"/>
                        </a:avLst>
                      </a:prstGeom>
                      <a:noFill/>
                      <a:ln w="12700">
                        <a:solidFill>
                          <a:srgbClr val="5F5F5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44" o:spid="_x0000_s1026" type="#_x0000_t38" style="position:absolute;margin-left:381.9pt;margin-top:-311.2pt;width:19.75pt;height:9.2pt;flip:y;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" adj="10773" strokecolor="#5f5f5f" strokeweight="1pt">
              <v:stroke dashstyle="1 1"/>
            </v:shape>
          </w:pict>
        </mc:Fallback>
      </mc:AlternateContent>
    </w:r>
    <w:r>
      <w:rPr>
        <w:noProof/>
        <w:lang w:eastAsia="en-GB"/>
      </w:rPr>
      <mc:AlternateContent>
        <mc:Choice Requires="wpg">
          <w:drawing>
            <wp:anchor distT="0" distB="0" distL="114300" distR="114300" simplePos="0" relativeHeight="251654144" behindDoc="1" locked="0" layoutInCell="1" allowOverlap="1">
              <wp:simplePos x="0" y="0"/>
              <wp:positionH relativeFrom="column">
                <wp:posOffset>553720</wp:posOffset>
              </wp:positionH>
              <wp:positionV relativeFrom="paragraph">
                <wp:posOffset>-4018915</wp:posOffset>
              </wp:positionV>
              <wp:extent cx="5325745" cy="274955"/>
              <wp:effectExtent l="8255" t="6350" r="0" b="4445"/>
              <wp:wrapNone/>
              <wp:docPr id="3"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325745" cy="274955"/>
                        <a:chOff x="1093" y="10240"/>
                        <a:chExt cx="8387" cy="433"/>
                      </a:xfrm>
                    </wpg:grpSpPr>
                    <wpg:grpSp>
                      <wpg:cNvPr id="5" name="Group 74"/>
                      <wpg:cNvGrpSpPr>
                        <a:grpSpLocks/>
                      </wpg:cNvGrpSpPr>
                      <wpg:grpSpPr bwMode="auto">
                        <a:xfrm>
                          <a:off x="1093" y="10240"/>
                          <a:ext cx="4480" cy="433"/>
                          <a:chOff x="1093" y="10240"/>
                          <a:chExt cx="4480" cy="433"/>
                        </a:xfrm>
                      </wpg:grpSpPr>
                      <wpg:grpSp>
                        <wpg:cNvPr id="6" name="Group 60"/>
                        <wpg:cNvGrpSpPr>
                          <a:grpSpLocks/>
                        </wpg:cNvGrpSpPr>
                        <wpg:grpSpPr bwMode="auto">
                          <a:xfrm>
                            <a:off x="1093" y="10240"/>
                            <a:ext cx="1671" cy="433"/>
                            <a:chOff x="1088" y="10239"/>
                            <a:chExt cx="1671" cy="433"/>
                          </a:xfrm>
                        </wpg:grpSpPr>
                        <wps:wsp>
                          <wps:cNvPr id="7" name="Rectangle 29"/>
                          <wps:cNvSpPr>
                            <a:spLocks noChangeArrowheads="1"/>
                          </wps:cNvSpPr>
                          <wps:spPr bwMode="auto">
                            <a:xfrm>
                              <a:off x="1088" y="10239"/>
                              <a:ext cx="549" cy="369"/>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Text Box 30"/>
                          <wps:cNvSpPr txBox="1">
                            <a:spLocks noChangeArrowheads="1"/>
                          </wps:cNvSpPr>
                          <wps:spPr bwMode="auto">
                            <a:xfrm>
                              <a:off x="1761" y="10303"/>
                              <a:ext cx="998"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4677DC" w:rsidRDefault="004677DC" w:rsidP="004677DC">
                                <w:pPr>
                                  <w:pStyle w:val="CUSTOMNormal"/>
                                  <w:tabs>
                                    <w:tab w:val="left" w:pos="392"/>
                                  </w:tabs>
                                  <w:rPr>
                                    <w:sz w:val="12"/>
                                    <w:szCs w:val="12"/>
                                  </w:rPr>
                                </w:pPr>
                                <w:r w:rsidRPr="00734451">
                                  <w:rPr>
                                    <w:sz w:val="12"/>
                                    <w:szCs w:val="12"/>
                                  </w:rPr>
                                  <w:t xml:space="preserve">Black </w:t>
                                </w:r>
                                <w:r w:rsidR="00244F78">
                                  <w:rPr>
                                    <w:sz w:val="12"/>
                                    <w:szCs w:val="12"/>
                                  </w:rPr>
                                  <w:t xml:space="preserve">material </w:t>
                                </w:r>
                                <w:r w:rsidR="00244F78">
                                  <w:rPr>
                                    <w:sz w:val="12"/>
                                    <w:szCs w:val="12"/>
                                  </w:rPr>
                                  <w:br/>
                                  <w:t>= Plaque volume</w:t>
                                </w:r>
                              </w:p>
                              <w:p w:rsidR="00244F78" w:rsidRPr="00734451" w:rsidRDefault="00244F78" w:rsidP="004677DC">
                                <w:pPr>
                                  <w:pStyle w:val="CUSTOMNormal"/>
                                  <w:tabs>
                                    <w:tab w:val="left" w:pos="392"/>
                                  </w:tabs>
                                  <w:rPr>
                                    <w:sz w:val="12"/>
                                    <w:szCs w:val="12"/>
                                  </w:rPr>
                                </w:pPr>
                              </w:p>
                            </w:txbxContent>
                          </wps:txbx>
                          <wps:bodyPr rot="0" vert="horz" wrap="square" lIns="0" tIns="0" rIns="0" bIns="0" anchor="t" anchorCtr="0" upright="1">
                            <a:noAutofit/>
                          </wps:bodyPr>
                        </wps:wsp>
                      </wpg:grpSp>
                      <wpg:grpSp>
                        <wpg:cNvPr id="9" name="Group 64"/>
                        <wpg:cNvGrpSpPr>
                          <a:grpSpLocks/>
                        </wpg:cNvGrpSpPr>
                        <wpg:grpSpPr bwMode="auto">
                          <a:xfrm>
                            <a:off x="3002" y="10240"/>
                            <a:ext cx="2571" cy="433"/>
                            <a:chOff x="3002" y="10240"/>
                            <a:chExt cx="2571" cy="433"/>
                          </a:xfrm>
                        </wpg:grpSpPr>
                        <wps:wsp>
                          <wps:cNvPr id="10" name="Rectangle 62"/>
                          <wps:cNvSpPr>
                            <a:spLocks noChangeArrowheads="1"/>
                          </wps:cNvSpPr>
                          <wps:spPr bwMode="auto">
                            <a:xfrm>
                              <a:off x="3002" y="10240"/>
                              <a:ext cx="549" cy="369"/>
                            </a:xfrm>
                            <a:prstGeom prst="rect">
                              <a:avLst/>
                            </a:prstGeom>
                            <a:solidFill>
                              <a:srgbClr val="B2B2B2"/>
                            </a:solidFill>
                            <a:ln w="6350">
                              <a:solidFill>
                                <a:srgbClr val="000000"/>
                              </a:solidFill>
                              <a:miter lim="800000"/>
                              <a:headEnd/>
                              <a:tailEnd/>
                            </a:ln>
                          </wps:spPr>
                          <wps:bodyPr rot="0" vert="horz" wrap="square" lIns="91440" tIns="45720" rIns="91440" bIns="45720" anchor="t" anchorCtr="0" upright="1">
                            <a:noAutofit/>
                          </wps:bodyPr>
                        </wps:wsp>
                        <wps:wsp>
                          <wps:cNvPr id="11" name="Text Box 63"/>
                          <wps:cNvSpPr txBox="1">
                            <a:spLocks noChangeArrowheads="1"/>
                          </wps:cNvSpPr>
                          <wps:spPr bwMode="auto">
                            <a:xfrm>
                              <a:off x="3675" y="10304"/>
                              <a:ext cx="1898"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44F78" w:rsidRDefault="00244F78" w:rsidP="004677DC">
                                <w:pPr>
                                  <w:pStyle w:val="CUSTOMNormal"/>
                                  <w:tabs>
                                    <w:tab w:val="left" w:pos="392"/>
                                  </w:tabs>
                                  <w:rPr>
                                    <w:sz w:val="12"/>
                                    <w:szCs w:val="12"/>
                                  </w:rPr>
                                </w:pPr>
                                <w:r>
                                  <w:rPr>
                                    <w:sz w:val="12"/>
                                    <w:szCs w:val="12"/>
                                  </w:rPr>
                                  <w:t>Medium grey fill throughout</w:t>
                                </w:r>
                              </w:p>
                              <w:p w:rsidR="00244F78" w:rsidRDefault="00244F78" w:rsidP="004677DC">
                                <w:pPr>
                                  <w:pStyle w:val="CUSTOMNormal"/>
                                  <w:tabs>
                                    <w:tab w:val="left" w:pos="392"/>
                                  </w:tabs>
                                  <w:rPr>
                                    <w:sz w:val="12"/>
                                    <w:szCs w:val="12"/>
                                  </w:rPr>
                                </w:pPr>
                                <w:r>
                                  <w:rPr>
                                    <w:sz w:val="12"/>
                                    <w:szCs w:val="12"/>
                                  </w:rPr>
                                  <w:t>= Not imaged/Acoustic shadowing</w:t>
                                </w:r>
                              </w:p>
                              <w:p w:rsidR="00244F78" w:rsidRPr="00734451" w:rsidRDefault="00244F78" w:rsidP="004677DC">
                                <w:pPr>
                                  <w:pStyle w:val="CUSTOMNormal"/>
                                  <w:tabs>
                                    <w:tab w:val="left" w:pos="392"/>
                                  </w:tabs>
                                  <w:rPr>
                                    <w:sz w:val="12"/>
                                    <w:szCs w:val="12"/>
                                  </w:rPr>
                                </w:pPr>
                              </w:p>
                            </w:txbxContent>
                          </wps:txbx>
                          <wps:bodyPr rot="0" vert="horz" wrap="square" lIns="0" tIns="0" rIns="0" bIns="0" anchor="t" anchorCtr="0" upright="1">
                            <a:noAutofit/>
                          </wps:bodyPr>
                        </wps:wsp>
                      </wpg:grpSp>
                    </wpg:grpSp>
                    <wpg:grpSp>
                      <wpg:cNvPr id="12" name="Group 75"/>
                      <wpg:cNvGrpSpPr>
                        <a:grpSpLocks/>
                      </wpg:cNvGrpSpPr>
                      <wpg:grpSpPr bwMode="auto">
                        <a:xfrm>
                          <a:off x="5785" y="10240"/>
                          <a:ext cx="3695" cy="433"/>
                          <a:chOff x="5785" y="10240"/>
                          <a:chExt cx="3695" cy="433"/>
                        </a:xfrm>
                      </wpg:grpSpPr>
                      <wpg:grpSp>
                        <wpg:cNvPr id="13" name="Group 70"/>
                        <wpg:cNvGrpSpPr>
                          <a:grpSpLocks/>
                        </wpg:cNvGrpSpPr>
                        <wpg:grpSpPr bwMode="auto">
                          <a:xfrm>
                            <a:off x="5785" y="10240"/>
                            <a:ext cx="1700" cy="433"/>
                            <a:chOff x="5785" y="10240"/>
                            <a:chExt cx="1700" cy="433"/>
                          </a:xfrm>
                        </wpg:grpSpPr>
                        <wps:wsp>
                          <wps:cNvPr id="14" name="Rectangle 66"/>
                          <wps:cNvSpPr>
                            <a:spLocks noChangeArrowheads="1"/>
                          </wps:cNvSpPr>
                          <wps:spPr bwMode="auto">
                            <a:xfrm>
                              <a:off x="5785" y="10240"/>
                              <a:ext cx="549" cy="369"/>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B2B2B2"/>
                                  </a:solidFill>
                                </a14:hiddenFill>
                              </a:ext>
                            </a:extLst>
                          </wps:spPr>
                          <wps:bodyPr rot="0" vert="horz" wrap="square" lIns="91440" tIns="45720" rIns="91440" bIns="45720" anchor="t" anchorCtr="0" upright="1">
                            <a:noAutofit/>
                          </wps:bodyPr>
                        </wps:wsp>
                        <wps:wsp>
                          <wps:cNvPr id="15" name="Text Box 67"/>
                          <wps:cNvSpPr txBox="1">
                            <a:spLocks noChangeArrowheads="1"/>
                          </wps:cNvSpPr>
                          <wps:spPr bwMode="auto">
                            <a:xfrm>
                              <a:off x="6458" y="10304"/>
                              <a:ext cx="1027"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7694C" w:rsidRDefault="0027694C" w:rsidP="004677DC">
                                <w:pPr>
                                  <w:pStyle w:val="CUSTOMNormal"/>
                                  <w:tabs>
                                    <w:tab w:val="left" w:pos="392"/>
                                  </w:tabs>
                                  <w:rPr>
                                    <w:sz w:val="12"/>
                                    <w:szCs w:val="12"/>
                                  </w:rPr>
                                </w:pPr>
                                <w:r>
                                  <w:rPr>
                                    <w:sz w:val="12"/>
                                    <w:szCs w:val="12"/>
                                  </w:rPr>
                                  <w:t>Dashed green line</w:t>
                                </w:r>
                              </w:p>
                              <w:p w:rsidR="0027694C" w:rsidRDefault="0027694C" w:rsidP="004677DC">
                                <w:pPr>
                                  <w:pStyle w:val="CUSTOMNormal"/>
                                  <w:tabs>
                                    <w:tab w:val="left" w:pos="392"/>
                                  </w:tabs>
                                  <w:rPr>
                                    <w:sz w:val="12"/>
                                    <w:szCs w:val="12"/>
                                  </w:rPr>
                                </w:pPr>
                                <w:r>
                                  <w:rPr>
                                    <w:sz w:val="12"/>
                                    <w:szCs w:val="12"/>
                                  </w:rPr>
                                  <w:t>= Stent</w:t>
                                </w:r>
                              </w:p>
                              <w:p w:rsidR="0027694C" w:rsidRPr="00734451" w:rsidRDefault="0027694C" w:rsidP="004677DC">
                                <w:pPr>
                                  <w:pStyle w:val="CUSTOMNormal"/>
                                  <w:tabs>
                                    <w:tab w:val="left" w:pos="392"/>
                                  </w:tabs>
                                  <w:rPr>
                                    <w:sz w:val="12"/>
                                    <w:szCs w:val="12"/>
                                  </w:rPr>
                                </w:pPr>
                              </w:p>
                            </w:txbxContent>
                          </wps:txbx>
                          <wps:bodyPr rot="0" vert="horz" wrap="square" lIns="0" tIns="0" rIns="0" bIns="0" anchor="t" anchorCtr="0" upright="1">
                            <a:noAutofit/>
                          </wps:bodyPr>
                        </wps:wsp>
                      </wpg:grpSp>
                      <wpg:grpSp>
                        <wpg:cNvPr id="16" name="Group 71"/>
                        <wpg:cNvGrpSpPr>
                          <a:grpSpLocks/>
                        </wpg:cNvGrpSpPr>
                        <wpg:grpSpPr bwMode="auto">
                          <a:xfrm>
                            <a:off x="7780" y="10240"/>
                            <a:ext cx="1700" cy="433"/>
                            <a:chOff x="5785" y="10240"/>
                            <a:chExt cx="1700" cy="433"/>
                          </a:xfrm>
                        </wpg:grpSpPr>
                        <wps:wsp>
                          <wps:cNvPr id="17" name="Rectangle 72"/>
                          <wps:cNvSpPr>
                            <a:spLocks noChangeArrowheads="1"/>
                          </wps:cNvSpPr>
                          <wps:spPr bwMode="auto">
                            <a:xfrm>
                              <a:off x="5785" y="10240"/>
                              <a:ext cx="549" cy="369"/>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B2B2B2"/>
                                  </a:solidFill>
                                </a14:hiddenFill>
                              </a:ext>
                            </a:extLst>
                          </wps:spPr>
                          <wps:bodyPr rot="0" vert="horz" wrap="square" lIns="91440" tIns="45720" rIns="91440" bIns="45720" anchor="t" anchorCtr="0" upright="1">
                            <a:noAutofit/>
                          </wps:bodyPr>
                        </wps:wsp>
                        <wps:wsp>
                          <wps:cNvPr id="18" name="Text Box 73"/>
                          <wps:cNvSpPr txBox="1">
                            <a:spLocks noChangeArrowheads="1"/>
                          </wps:cNvSpPr>
                          <wps:spPr bwMode="auto">
                            <a:xfrm>
                              <a:off x="6458" y="10304"/>
                              <a:ext cx="1027"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7694C" w:rsidRDefault="0027694C" w:rsidP="004677DC">
                                <w:pPr>
                                  <w:pStyle w:val="CUSTOMNormal"/>
                                  <w:tabs>
                                    <w:tab w:val="left" w:pos="392"/>
                                  </w:tabs>
                                  <w:rPr>
                                    <w:sz w:val="12"/>
                                    <w:szCs w:val="12"/>
                                  </w:rPr>
                                </w:pPr>
                                <w:r>
                                  <w:rPr>
                                    <w:sz w:val="12"/>
                                    <w:szCs w:val="12"/>
                                  </w:rPr>
                                  <w:t>Dotted grey line</w:t>
                                </w:r>
                              </w:p>
                              <w:p w:rsidR="0027694C" w:rsidRDefault="0027694C" w:rsidP="004677DC">
                                <w:pPr>
                                  <w:pStyle w:val="CUSTOMNormal"/>
                                  <w:tabs>
                                    <w:tab w:val="left" w:pos="392"/>
                                  </w:tabs>
                                  <w:rPr>
                                    <w:sz w:val="12"/>
                                    <w:szCs w:val="12"/>
                                  </w:rPr>
                                </w:pPr>
                                <w:r>
                                  <w:rPr>
                                    <w:sz w:val="12"/>
                                    <w:szCs w:val="12"/>
                                  </w:rPr>
                                  <w:t>= Outline of patch</w:t>
                                </w:r>
                              </w:p>
                              <w:p w:rsidR="0027694C" w:rsidRPr="00734451" w:rsidRDefault="0027694C" w:rsidP="004677DC">
                                <w:pPr>
                                  <w:pStyle w:val="CUSTOMNormal"/>
                                  <w:tabs>
                                    <w:tab w:val="left" w:pos="392"/>
                                  </w:tabs>
                                  <w:rPr>
                                    <w:sz w:val="12"/>
                                    <w:szCs w:val="12"/>
                                  </w:rPr>
                                </w:pPr>
                              </w:p>
                            </w:txbxContent>
                          </wps:txbx>
                          <wps:bodyPr rot="0" vert="horz" wrap="square" lIns="0" tIns="0" rIns="0" bIns="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id="Group 76" o:spid="_x0000_s1031" style="position:absolute;margin-left:43.6pt;margin-top:-316.45pt;width:419.35pt;height:21.65pt;z-index:-251662336" coordorigin="1093,10240" coordsize="8387,4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">
              <v:group id="Group 74" o:spid="_x0000_s1032" style="position:absolute;left:1093;top:10240;width:4480;height:433" coordorigin="1093,10240" coordsize="4480,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60" o:spid="_x0000_s1033" style="position:absolute;left:1093;top:10240;width:1671;height:433" coordorigin="1088,10239" coordsize="1671,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tangle 29" o:spid="_x0000_s1034" style="position:absolute;left:1088;top:10239;width:5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k8F8EA&#10;AADaAAAADwAAAGRycy9kb3ducmV2LnhtbESPUWvCMBSF3wf7D+EOfBmaakGlM4oMBJ+Ean/Apblr&#10;ypKb0kSb/ftFGOzxcM75Dmd3SM6KB42h96xguShAELde99wpaG6n+RZEiMgarWdS8EMBDvvXlx1W&#10;2k9c0+MaO5EhHCpUYGIcKilDa8hhWPiBOHtffnQYsxw7qUecMtxZuSqKtXTYc14wONCnofb7encK&#10;3oNNztRduao3qTneJ1uWF6vU7C0dP0BESvE//Nc+awUbeF7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8ZPBfBAAAA2gAAAA8AAAAAAAAAAAAAAAAAmAIAAGRycy9kb3du&#10;cmV2LnhtbFBLBQYAAAAABAAEAPUAAACGAwAAAAA=&#10;" filled="f" strokeweight=".5pt"/>
                  <v:shapetype id="_x0000_t202" coordsize="21600,21600" o:spt="202" path="m,l,21600r21600,l21600,xe">
                    <v:stroke joinstyle="miter"/>
                    <v:path gradientshapeok="t" o:connecttype="rect"/>
                  </v:shapetype>
                  <v:shape id="Text Box 30" o:spid="_x0000_s1035" type="#_x0000_t202" style="position:absolute;left:1761;top:10303;width:998;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wJsIA&#10;AADaAAAADwAAAGRycy9kb3ducmV2LnhtbERPS0/CQBC+k/gfNmPCTbZ4IKayEKOQeAB5qAncxu7Y&#10;NnZnm92hlH/PHkw4fvne03nvGtVRiLVnA+NRBoq48Lbm0sDX5/LhCVQUZIuNZzJwoQjz2d1girn1&#10;Z95Rt5dSpRCOORqoRNpc61hU5DCOfEucuF8fHEqCodQ24DmFu0Y/ZtlEO6w5NVTY0mtFxd/+5Aw0&#10;hxhWP5kcu7dyLduNPn0vxh/GDO/7l2dQQr3cxP/ud2sgbU1X0g3Qs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5fAmwgAAANoAAAAPAAAAAAAAAAAAAAAAAJgCAABkcnMvZG93&#10;bnJldi54bWxQSwUGAAAAAAQABAD1AAAAhwMAAAAA&#10;" filled="f" stroked="f" strokeweight=".5pt">
                    <v:textbox inset="0,0,0,0">
                      <w:txbxContent>
                        <w:p w:rsidR="004677DC" w:rsidRDefault="004677DC" w:rsidP="004677DC">
                          <w:pPr>
                            <w:pStyle w:val="CUSTOMNormal"/>
                            <w:tabs>
                              <w:tab w:val="left" w:pos="392"/>
                            </w:tabs>
                            <w:rPr>
                              <w:sz w:val="12"/>
                              <w:szCs w:val="12"/>
                            </w:rPr>
                          </w:pPr>
                          <w:r w:rsidRPr="00734451">
                            <w:rPr>
                              <w:sz w:val="12"/>
                              <w:szCs w:val="12"/>
                            </w:rPr>
                            <w:t xml:space="preserve">Black </w:t>
                          </w:r>
                          <w:r w:rsidR="00244F78">
                            <w:rPr>
                              <w:sz w:val="12"/>
                              <w:szCs w:val="12"/>
                            </w:rPr>
                            <w:t xml:space="preserve">material </w:t>
                          </w:r>
                          <w:r w:rsidR="00244F78">
                            <w:rPr>
                              <w:sz w:val="12"/>
                              <w:szCs w:val="12"/>
                            </w:rPr>
                            <w:br/>
                            <w:t>= Plaque volume</w:t>
                          </w:r>
                        </w:p>
                        <w:p w:rsidR="00244F78" w:rsidRPr="00734451" w:rsidRDefault="00244F78" w:rsidP="004677DC">
                          <w:pPr>
                            <w:pStyle w:val="CUSTOMNormal"/>
                            <w:tabs>
                              <w:tab w:val="left" w:pos="392"/>
                            </w:tabs>
                            <w:rPr>
                              <w:sz w:val="12"/>
                              <w:szCs w:val="12"/>
                            </w:rPr>
                          </w:pPr>
                        </w:p>
                      </w:txbxContent>
                    </v:textbox>
                  </v:shape>
                </v:group>
                <v:group id="Group 64" o:spid="_x0000_s1036" style="position:absolute;left:3002;top:10240;width:2571;height:433" coordorigin="3002,10240" coordsize="2571,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rect id="Rectangle 62" o:spid="_x0000_s1037" style="position:absolute;left:3002;top:10240;width:5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fO/MUA&#10;AADbAAAADwAAAGRycy9kb3ducmV2LnhtbESPQWsCQQyF7wX/w5BCb3W2LYhsHUVEQUGxtYLXuBN3&#10;F3cy25lRt/315lDoLeG9vPdlNOlco64UYu3ZwEs/A0VceFtzaWD/tXgegooJ2WLjmQz8UITJuPcw&#10;wtz6G3/SdZdKJSEcczRQpdTmWseiIoex71ti0U4+OEyyhlLbgDcJd41+zbKBdlizNFTY0qyi4ry7&#10;OANhvj/MB/X27WP9nda/w649bnhlzNNjN30HlahL/+a/66UVfKGXX2QAPb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5878xQAAANsAAAAPAAAAAAAAAAAAAAAAAJgCAABkcnMv&#10;ZG93bnJldi54bWxQSwUGAAAAAAQABAD1AAAAigMAAAAA&#10;" fillcolor="#b2b2b2" strokeweight=".5pt"/>
                  <v:shape id="Text Box 63" o:spid="_x0000_s1038" type="#_x0000_t202" style="position:absolute;left:3675;top:10304;width:1898;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zy0cMA&#10;AADbAAAADwAAAGRycy9kb3ducmV2LnhtbERPTUvDQBC9C/6HZQre7CY9iKTdFrEt9KBWWwW9jdkx&#10;CWZnw+40Tf99tyB4m8f7nNlicK3qKcTGs4F8nIEiLr1tuDLwvl/f3oOKgmyx9UwGThRhMb++mmFh&#10;/ZHfqN9JpVIIxwIN1CJdoXUsa3IYx74jTtyPDw4lwVBpG/CYwl2rJ1l2px02nBpq7OixpvJ3d3AG&#10;2s8Ynr4z+eqX1bO8bvXhY5W/GHMzGh6moIQG+Rf/uTc2zc/h8ks6QM/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9zy0cMAAADbAAAADwAAAAAAAAAAAAAAAACYAgAAZHJzL2Rv&#10;d25yZXYueG1sUEsFBgAAAAAEAAQA9QAAAIgDAAAAAA==&#10;" filled="f" stroked="f" strokeweight=".5pt">
                    <v:textbox inset="0,0,0,0">
                      <w:txbxContent>
                        <w:p w:rsidR="00244F78" w:rsidRDefault="00244F78" w:rsidP="004677DC">
                          <w:pPr>
                            <w:pStyle w:val="CUSTOMNormal"/>
                            <w:tabs>
                              <w:tab w:val="left" w:pos="392"/>
                            </w:tabs>
                            <w:rPr>
                              <w:sz w:val="12"/>
                              <w:szCs w:val="12"/>
                            </w:rPr>
                          </w:pPr>
                          <w:r>
                            <w:rPr>
                              <w:sz w:val="12"/>
                              <w:szCs w:val="12"/>
                            </w:rPr>
                            <w:t>Medium grey fill throughout</w:t>
                          </w:r>
                        </w:p>
                        <w:p w:rsidR="00244F78" w:rsidRDefault="00244F78" w:rsidP="004677DC">
                          <w:pPr>
                            <w:pStyle w:val="CUSTOMNormal"/>
                            <w:tabs>
                              <w:tab w:val="left" w:pos="392"/>
                            </w:tabs>
                            <w:rPr>
                              <w:sz w:val="12"/>
                              <w:szCs w:val="12"/>
                            </w:rPr>
                          </w:pPr>
                          <w:r>
                            <w:rPr>
                              <w:sz w:val="12"/>
                              <w:szCs w:val="12"/>
                            </w:rPr>
                            <w:t>= Not imaged/Acoustic shadowing</w:t>
                          </w:r>
                        </w:p>
                        <w:p w:rsidR="00244F78" w:rsidRPr="00734451" w:rsidRDefault="00244F78" w:rsidP="004677DC">
                          <w:pPr>
                            <w:pStyle w:val="CUSTOMNormal"/>
                            <w:tabs>
                              <w:tab w:val="left" w:pos="392"/>
                            </w:tabs>
                            <w:rPr>
                              <w:sz w:val="12"/>
                              <w:szCs w:val="12"/>
                            </w:rPr>
                          </w:pPr>
                        </w:p>
                      </w:txbxContent>
                    </v:textbox>
                  </v:shape>
                </v:group>
              </v:group>
              <v:group id="Group 75" o:spid="_x0000_s1039" style="position:absolute;left:5785;top:10240;width:3695;height:433" coordorigin="5785,10240" coordsize="3695,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group id="Group 70" o:spid="_x0000_s1040" style="position:absolute;left:5785;top:10240;width:1700;height:433" coordorigin="5785,10240" coordsize="1700,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rect id="Rectangle 66" o:spid="_x0000_s1041" style="position:absolute;left:5785;top:10240;width:5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KJh8AA&#10;AADbAAAADwAAAGRycy9kb3ducmV2LnhtbERPS4vCMBC+L/gfwgje1lSRRapRRHbBg+D6ug/N2BST&#10;SW1i2/33m4UFb/PxPWe57p0VLTWh8qxgMs5AEBdeV1wquJy/3ucgQkTWaD2Tgh8KsF4N3paYa9/x&#10;kdpTLEUK4ZCjAhNjnUsZCkMOw9jXxIm7+cZhTLAppW6wS+HOymmWfUiHFacGgzVtDRX309MpKB/H&#10;/dXcZ5Pzods+nf08fDvbKjUa9psFiEh9fIn/3Tud5s/g75d0gFz9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rKJh8AAAADbAAAADwAAAAAAAAAAAAAAAACYAgAAZHJzL2Rvd25y&#10;ZXYueG1sUEsFBgAAAAAEAAQA9QAAAIUDAAAAAA==&#10;" filled="f" fillcolor="#b2b2b2" strokeweight=".5pt"/>
                  <v:shape id="Text Box 67" o:spid="_x0000_s1042" type="#_x0000_t202" style="position:absolute;left:6458;top:10304;width:1027;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00sMA&#10;AADbAAAADwAAAGRycy9kb3ducmV2LnhtbERPS2vCQBC+F/oflin0VjcKLZK6ilgFD32obaG9TbPT&#10;JDQ7G3bHGP+9WxC8zcf3nMmsd43qKMTas4HhIANFXHhbc2ng4311NwYVBdli45kMHCnCbHp9NcHc&#10;+gNvqdtJqVIIxxwNVCJtrnUsKnIYB74lTtyvDw4lwVBqG/CQwl2jR1n2oB3WnBoqbGlRUfG32zsD&#10;zVcMzz+ZfHdP5Yts3vT+czl8Neb2pp8/ghLq5SI+u9c2zb+H/1/SAXp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f00sMAAADbAAAADwAAAAAAAAAAAAAAAACYAgAAZHJzL2Rv&#10;d25yZXYueG1sUEsFBgAAAAAEAAQA9QAAAIgDAAAAAA==&#10;" filled="f" stroked="f" strokeweight=".5pt">
                    <v:textbox inset="0,0,0,0">
                      <w:txbxContent>
                        <w:p w:rsidR="0027694C" w:rsidRDefault="0027694C" w:rsidP="004677DC">
                          <w:pPr>
                            <w:pStyle w:val="CUSTOMNormal"/>
                            <w:tabs>
                              <w:tab w:val="left" w:pos="392"/>
                            </w:tabs>
                            <w:rPr>
                              <w:sz w:val="12"/>
                              <w:szCs w:val="12"/>
                            </w:rPr>
                          </w:pPr>
                          <w:r>
                            <w:rPr>
                              <w:sz w:val="12"/>
                              <w:szCs w:val="12"/>
                            </w:rPr>
                            <w:t>Dashed green line</w:t>
                          </w:r>
                        </w:p>
                        <w:p w:rsidR="0027694C" w:rsidRDefault="0027694C" w:rsidP="004677DC">
                          <w:pPr>
                            <w:pStyle w:val="CUSTOMNormal"/>
                            <w:tabs>
                              <w:tab w:val="left" w:pos="392"/>
                            </w:tabs>
                            <w:rPr>
                              <w:sz w:val="12"/>
                              <w:szCs w:val="12"/>
                            </w:rPr>
                          </w:pPr>
                          <w:r>
                            <w:rPr>
                              <w:sz w:val="12"/>
                              <w:szCs w:val="12"/>
                            </w:rPr>
                            <w:t>= Stent</w:t>
                          </w:r>
                        </w:p>
                        <w:p w:rsidR="0027694C" w:rsidRPr="00734451" w:rsidRDefault="0027694C" w:rsidP="004677DC">
                          <w:pPr>
                            <w:pStyle w:val="CUSTOMNormal"/>
                            <w:tabs>
                              <w:tab w:val="left" w:pos="392"/>
                            </w:tabs>
                            <w:rPr>
                              <w:sz w:val="12"/>
                              <w:szCs w:val="12"/>
                            </w:rPr>
                          </w:pPr>
                        </w:p>
                      </w:txbxContent>
                    </v:textbox>
                  </v:shape>
                </v:group>
                <v:group id="Group 71" o:spid="_x0000_s1043" style="position:absolute;left:7780;top:10240;width:1700;height:433" coordorigin="5785,10240" coordsize="1700,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rect id="Rectangle 72" o:spid="_x0000_s1044" style="position:absolute;left:5785;top:10240;width:5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AX8MEA&#10;AADbAAAADwAAAGRycy9kb3ducmV2LnhtbERPTWsCMRC9F/wPYQRvNWuRtqxGEbHgQbBqvQ+bcbOY&#10;TNZN3F3/vSkUepvH+5z5sndWtNSEyrOCyTgDQVx4XXGp4Of09foJIkRkjdYzKXhQgOVi8DLHXPuO&#10;D9QeYylSCIccFZgY61zKUBhyGMa+Jk7cxTcOY4JNKXWDXQp3Vr5l2bt0WHFqMFjT2lBxPd6dgvJ2&#10;2J3NdTo57bv13dnN/tvZVqnRsF/NQETq47/4z73Vaf4H/P6SDpCL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5gF/DBAAAA2wAAAA8AAAAAAAAAAAAAAAAAmAIAAGRycy9kb3du&#10;cmV2LnhtbFBLBQYAAAAABAAEAPUAAACGAwAAAAA=&#10;" filled="f" fillcolor="#b2b2b2" strokeweight=".5pt"/>
                  <v:shape id="Text Box 73" o:spid="_x0000_s1045" type="#_x0000_t202" style="position:absolute;left:6458;top:10304;width:1027;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ZbTMUA&#10;AADbAAAADwAAAGRycy9kb3ducmV2LnhtbESPzU7DQAyE70i8w8pI3OimHCoUuq0QPxKHAm0Bqb2Z&#10;rEkist5o103D29cHJG62Zjzzeb4cQ2cGSrmN7GA6KcAQV9G3XDv4eH+6ugGTBdljF5kc/FKG5eL8&#10;bI6lj0fe0LCV2mgI5xIdNCJ9aW2uGgqYJ7EnVu07poCia6qtT3jU8NDZ66KY2YAta0ODPd03VP1s&#10;D8FBt8tp9VXIfnioX2T9Zg+fj9NX5y4vxrtbMEKj/Jv/rp+94ius/qID2MU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5ltMxQAAANsAAAAPAAAAAAAAAAAAAAAAAJgCAABkcnMv&#10;ZG93bnJldi54bWxQSwUGAAAAAAQABAD1AAAAigMAAAAA&#10;" filled="f" stroked="f" strokeweight=".5pt">
                    <v:textbox inset="0,0,0,0">
                      <w:txbxContent>
                        <w:p w:rsidR="0027694C" w:rsidRDefault="0027694C" w:rsidP="004677DC">
                          <w:pPr>
                            <w:pStyle w:val="CUSTOMNormal"/>
                            <w:tabs>
                              <w:tab w:val="left" w:pos="392"/>
                            </w:tabs>
                            <w:rPr>
                              <w:sz w:val="12"/>
                              <w:szCs w:val="12"/>
                            </w:rPr>
                          </w:pPr>
                          <w:r>
                            <w:rPr>
                              <w:sz w:val="12"/>
                              <w:szCs w:val="12"/>
                            </w:rPr>
                            <w:t>Dotted grey line</w:t>
                          </w:r>
                        </w:p>
                        <w:p w:rsidR="0027694C" w:rsidRDefault="0027694C" w:rsidP="004677DC">
                          <w:pPr>
                            <w:pStyle w:val="CUSTOMNormal"/>
                            <w:tabs>
                              <w:tab w:val="left" w:pos="392"/>
                            </w:tabs>
                            <w:rPr>
                              <w:sz w:val="12"/>
                              <w:szCs w:val="12"/>
                            </w:rPr>
                          </w:pPr>
                          <w:r>
                            <w:rPr>
                              <w:sz w:val="12"/>
                              <w:szCs w:val="12"/>
                            </w:rPr>
                            <w:t>= Outline of patch</w:t>
                          </w:r>
                        </w:p>
                        <w:p w:rsidR="0027694C" w:rsidRPr="00734451" w:rsidRDefault="0027694C" w:rsidP="004677DC">
                          <w:pPr>
                            <w:pStyle w:val="CUSTOMNormal"/>
                            <w:tabs>
                              <w:tab w:val="left" w:pos="392"/>
                            </w:tabs>
                            <w:rPr>
                              <w:sz w:val="12"/>
                              <w:szCs w:val="12"/>
                            </w:rPr>
                          </w:pPr>
                        </w:p>
                      </w:txbxContent>
                    </v:textbox>
                  </v:shape>
                </v:group>
              </v:group>
            </v:group>
          </w:pict>
        </mc:Fallback>
      </mc:AlternateContent>
    </w:r>
    <w:r>
      <w:rPr>
        <w:noProof/>
        <w:lang w:eastAsia="en-GB"/>
      </w:rPr>
      <mc:AlternateContent>
        <mc:Choice Requires="wps">
          <w:drawing>
            <wp:anchor distT="0" distB="0" distL="114300" distR="114300" simplePos="0" relativeHeight="251653120" behindDoc="0" locked="0" layoutInCell="1" allowOverlap="1">
              <wp:simplePos x="0" y="0"/>
              <wp:positionH relativeFrom="column">
                <wp:posOffset>553720</wp:posOffset>
              </wp:positionH>
              <wp:positionV relativeFrom="paragraph">
                <wp:posOffset>-3937635</wp:posOffset>
              </wp:positionV>
              <wp:extent cx="348615" cy="153035"/>
              <wp:effectExtent l="8255" t="11430" r="5080" b="6985"/>
              <wp:wrapNone/>
              <wp:docPr id="2"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8615" cy="153035"/>
                      </a:xfrm>
                      <a:custGeom>
                        <a:avLst/>
                        <a:gdLst>
                          <a:gd name="T0" fmla="*/ 0 w 549"/>
                          <a:gd name="T1" fmla="*/ 241 h 241"/>
                          <a:gd name="T2" fmla="*/ 0 w 549"/>
                          <a:gd name="T3" fmla="*/ 31 h 241"/>
                          <a:gd name="T4" fmla="*/ 250 w 549"/>
                          <a:gd name="T5" fmla="*/ 106 h 241"/>
                          <a:gd name="T6" fmla="*/ 549 w 549"/>
                          <a:gd name="T7" fmla="*/ 14 h 241"/>
                          <a:gd name="T8" fmla="*/ 549 w 549"/>
                          <a:gd name="T9" fmla="*/ 241 h 241"/>
                          <a:gd name="T10" fmla="*/ 0 w 549"/>
                          <a:gd name="T11" fmla="*/ 241 h 241"/>
                        </a:gdLst>
                        <a:ahLst/>
                        <a:cxnLst>
                          <a:cxn ang="0">
                            <a:pos x="T0" y="T1"/>
                          </a:cxn>
                          <a:cxn ang="0">
                            <a:pos x="T2" y="T3"/>
                          </a:cxn>
                          <a:cxn ang="0">
                            <a:pos x="T4" y="T5"/>
                          </a:cxn>
                          <a:cxn ang="0">
                            <a:pos x="T6" y="T7"/>
                          </a:cxn>
                          <a:cxn ang="0">
                            <a:pos x="T8" y="T9"/>
                          </a:cxn>
                          <a:cxn ang="0">
                            <a:pos x="T10" y="T11"/>
                          </a:cxn>
                        </a:cxnLst>
                        <a:rect l="0" t="0" r="r" b="b"/>
                        <a:pathLst>
                          <a:path w="549" h="241">
                            <a:moveTo>
                              <a:pt x="0" y="241"/>
                            </a:moveTo>
                            <a:lnTo>
                              <a:pt x="0" y="31"/>
                            </a:lnTo>
                            <a:cubicBezTo>
                              <a:pt x="42" y="8"/>
                              <a:pt x="159" y="109"/>
                              <a:pt x="250" y="106"/>
                            </a:cubicBezTo>
                            <a:cubicBezTo>
                              <a:pt x="341" y="103"/>
                              <a:pt x="487" y="0"/>
                              <a:pt x="549" y="14"/>
                            </a:cubicBezTo>
                            <a:lnTo>
                              <a:pt x="549" y="241"/>
                            </a:lnTo>
                            <a:lnTo>
                              <a:pt x="0" y="2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82" o:spid="_x0000_s1026" style="position:absolute;margin-left:43.6pt;margin-top:-310.05pt;width:27.45pt;height:12.0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9,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" path="m,241l,31c42,8,159,109,250,106,341,103,487,,549,14r,227l,241xe" fillcolor="black">
              <v:path arrowok="t" o:connecttype="custom" o:connectlocs="0,153035;0,19685;158750,67310;348615,8890;348615,153035;0,153035" o:connectangles="0,0,0,0,0,0"/>
            </v:shape>
          </w:pict>
        </mc:Fallback>
      </mc:AlternateContent>
    </w:r>
    <w:r>
      <w:rPr>
        <w:noProof/>
        <w:lang w:eastAsia="en-GB"/>
      </w:rPr>
      <mc:AlternateContent>
        <mc:Choice Requires="wps">
          <w:drawing>
            <wp:anchor distT="0" distB="0" distL="114300" distR="114300" simplePos="0" relativeHeight="251663360" behindDoc="1" locked="0" layoutInCell="1" allowOverlap="1">
              <wp:simplePos x="0" y="0"/>
              <wp:positionH relativeFrom="column">
                <wp:posOffset>3705860</wp:posOffset>
              </wp:positionH>
              <wp:positionV relativeFrom="paragraph">
                <wp:posOffset>-4054475</wp:posOffset>
              </wp:positionV>
              <wp:extent cx="635" cy="323850"/>
              <wp:effectExtent l="8255" t="8255" r="10795" b="10160"/>
              <wp:wrapNone/>
              <wp:docPr id="1" name="Auto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635" cy="323850"/>
                      </a:xfrm>
                      <a:prstGeom prst="straightConnector1">
                        <a:avLst/>
                      </a:prstGeom>
                      <a:noFill/>
                      <a:ln w="12700">
                        <a:solidFill>
                          <a:srgbClr val="00B05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7" o:spid="_x0000_s1026" type="#_x0000_t32" style="position:absolute;margin-left:291.8pt;margin-top:-319.25pt;width:.05pt;height:25.5pt;rotation:-90;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" strokecolor="#00b050" strokeweight="1pt">
              <v:stroke dashstyle="dash"/>
            </v:shape>
          </w:pict>
        </mc:Fallback>
      </mc:AlternateContent>
    </w:r>
    <w:r>
      <w:rPr>
        <w:noProof/>
        <w:lang w:eastAsia="en-GB"/>
      </w:rPr>
      <w:drawing>
        <wp:anchor distT="0" distB="0" distL="114300" distR="114300" simplePos="0" relativeHeight="251655168" behindDoc="1" locked="1" layoutInCell="1" allowOverlap="1">
          <wp:simplePos x="0" y="0"/>
          <wp:positionH relativeFrom="page">
            <wp:posOffset>2881630</wp:posOffset>
          </wp:positionH>
          <wp:positionV relativeFrom="page">
            <wp:posOffset>9822180</wp:posOffset>
          </wp:positionV>
          <wp:extent cx="1764030" cy="502285"/>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3E6" w:rsidRDefault="00C773E6" w:rsidP="005748E3">
      <w:r>
        <w:separator/>
      </w:r>
    </w:p>
  </w:footnote>
  <w:footnote w:type="continuationSeparator" w:id="0">
    <w:p w:rsidR="00C773E6" w:rsidRDefault="00C773E6" w:rsidP="00574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EF" w:rsidRDefault="002E4B41" w:rsidP="00F97841">
    <w:pPr>
      <w:pStyle w:val="CUSTOMHeaderSpacer"/>
    </w:pPr>
    <w:r>
      <w:rPr>
        <w:noProof/>
        <w:lang w:eastAsia="en-GB"/>
      </w:rPr>
      <mc:AlternateContent>
        <mc:Choice Requires="wpg">
          <w:drawing>
            <wp:anchor distT="0" distB="0" distL="114300" distR="114300" simplePos="0" relativeHeight="251660288" behindDoc="1" locked="1" layoutInCell="0" allowOverlap="1">
              <wp:simplePos x="0" y="0"/>
              <wp:positionH relativeFrom="page">
                <wp:posOffset>540385</wp:posOffset>
              </wp:positionH>
              <wp:positionV relativeFrom="page">
                <wp:posOffset>583565</wp:posOffset>
              </wp:positionV>
              <wp:extent cx="6484620" cy="1017270"/>
              <wp:effectExtent l="0" t="2540" r="4445" b="0"/>
              <wp:wrapNone/>
              <wp:docPr id="28"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9" name="Picture 5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Picture 5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52" o:spid="_x0000_s1026" style="position:absolute;margin-left:42.55pt;margin-top:45.95pt;width:510.6pt;height:80.1pt;z-index:-251656192;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3"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nLjCAAAA2wAAAA8AAABkcnMvZG93bnJldi54bWxEj82KwjAUhfcDvkO4gptBU7sYajWKioKr&#10;gVFxfU2ubWlzU5pYO28/GRiY5eH8fJzVZrCN6KnzlWMF81kCglg7U3Gh4Ho5TjMQPiAbbByTgm/y&#10;sFmP3laYG/fiL+rPoRBxhH2OCsoQ2lxKr0uy6GeuJY7ew3UWQ5RdIU2HrzhuG5kmyYe0WHEklNjS&#10;viRdn582Qh78zJr39J7V18Pu85bpU19rpSbjYbsEEWgI/+G/9skoSBfw+yX+ALn+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P85y4wgAAANsAAAAPAAAAAAAAAAAAAAAAAJ8C&#10;AABkcnMvZG93bnJldi54bWxQSwUGAAAAAAQABAD3AAAAjgMAAAAA&#10;">
                <v:imagedata r:id="rId3" o:title=""/>
              </v:shape>
              <v:shape id="Picture 54"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K+zLvBAAAA2wAAAA8AAABkcnMvZG93bnJldi54bWxET8tqwkAU3Qv9h+EK7szEKiLRUWxpinQh&#10;Jm33l8zNAzN30sw0xr/vLIQuD+e9O4ymFQP1rrGsYBHFIIgLqxuuFHx9pvMNCOeRNbaWScGdHBz2&#10;T5MdJtreOKMh95UIIewSVFB73yVSuqImgy6yHXHgStsb9AH2ldQ93kK4aeVzHK+lwYZDQ40dvdZU&#10;XPNfo6D8ScuPS+bx5X11zVffb+cLbc5KzabjcQvC0+j/xQ/3SStYhvXhS/gBcv8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K+zLvBAAAA2wAAAA8AAAAAAAAAAAAAAAAAnwIA&#10;AGRycy9kb3ducmV2LnhtbFBLBQYAAAAABAAEAPcAAACNAwAAAAA=&#10;">
                <v:imagedata r:id="rId4" o:title=""/>
              </v:shape>
              <w10:wrap anchorx="page" anchory="page"/>
              <w10:anchorlock/>
            </v:group>
          </w:pict>
        </mc:Fallback>
      </mc:AlternateContent>
    </w:r>
    <w:r>
      <w:rPr>
        <w:noProof/>
        <w:lang w:eastAsia="en-GB"/>
      </w:rPr>
      <w:drawing>
        <wp:anchor distT="0" distB="0" distL="114300" distR="114300" simplePos="0" relativeHeight="251658240" behindDoc="1" locked="1" layoutInCell="1" allowOverlap="1">
          <wp:simplePos x="0" y="0"/>
          <wp:positionH relativeFrom="page">
            <wp:posOffset>2880360</wp:posOffset>
          </wp:positionH>
          <wp:positionV relativeFrom="page">
            <wp:posOffset>9822180</wp:posOffset>
          </wp:positionV>
          <wp:extent cx="1764030" cy="502285"/>
          <wp:effectExtent l="0" t="0" r="7620" b="0"/>
          <wp:wrapNone/>
          <wp:docPr id="2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45720" distB="45720" distL="114300" distR="114300" simplePos="0" relativeHeight="251657216" behindDoc="1" locked="1" layoutInCell="1" allowOverlap="1">
              <wp:simplePos x="0" y="0"/>
              <wp:positionH relativeFrom="page">
                <wp:posOffset>540385</wp:posOffset>
              </wp:positionH>
              <wp:positionV relativeFrom="page">
                <wp:posOffset>10031095</wp:posOffset>
              </wp:positionV>
              <wp:extent cx="6480175" cy="288290"/>
              <wp:effectExtent l="0" t="1270" r="0" b="0"/>
              <wp:wrapNone/>
              <wp:docPr id="2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19EF" w:rsidRDefault="009F19EF" w:rsidP="009F19EF">
                          <w:pPr>
                            <w:pStyle w:val="CUSTOMFooterAddress"/>
                          </w:pPr>
                          <w:r>
                            <w:t>Vascular Lab | Main Outpatients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9" type="#_x0000_t202" style="position:absolute;margin-left:42.55pt;margin-top:789.85pt;width:510.25pt;height:22.7pt;z-index:-25165926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JwfrwIAAKs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" filled="f" stroked="f">
              <v:textbox inset="0,0,0,0">
                <w:txbxContent>
                  <w:p w:rsidR="009F19EF" w:rsidRDefault="009F19EF" w:rsidP="009F19EF">
                    <w:pPr>
                      <w:pStyle w:val="CUSTOMFooterAddress"/>
                    </w:pPr>
                    <w:r>
                      <w:t>Vascular Lab | Main Outpatients Building | Level 1 | Lewisham Hospital | SE13 6LH | Ext: 3425</w:t>
                    </w:r>
                  </w:p>
                </w:txbxContent>
              </v:textbox>
              <w10:wrap anchorx="page"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E3" w:rsidRDefault="002E4B41">
    <w:pPr>
      <w:pStyle w:val="Header"/>
    </w:pPr>
    <w:r>
      <w:rPr>
        <w:noProof/>
        <w:lang w:eastAsia="en-GB"/>
      </w:rPr>
      <mc:AlternateContent>
        <mc:Choice Requires="wpg">
          <w:drawing>
            <wp:anchor distT="0" distB="0" distL="114300" distR="114300" simplePos="0" relativeHeight="251659264" behindDoc="1" locked="1" layoutInCell="0" allowOverlap="1">
              <wp:simplePos x="0" y="0"/>
              <wp:positionH relativeFrom="page">
                <wp:posOffset>540385</wp:posOffset>
              </wp:positionH>
              <wp:positionV relativeFrom="page">
                <wp:posOffset>583565</wp:posOffset>
              </wp:positionV>
              <wp:extent cx="6484620" cy="1017270"/>
              <wp:effectExtent l="0" t="2540" r="4445" b="0"/>
              <wp:wrapNone/>
              <wp:docPr id="22"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4" name="Picture 5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Picture 5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49" o:spid="_x0000_s1026" style="position:absolute;margin-left:42.55pt;margin-top:45.95pt;width:510.6pt;height:80.1pt;z-index:-251657216;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0"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yMybCAAAA2wAAAA8AAABkcnMvZG93bnJldi54bWxEj19rwjAUxd8Fv0O4A19kppYhpRplygY+&#10;DaZlz9fk2pY2N6WJtX77ZTDw8XD+/Dib3WhbMVDva8cKlosEBLF2puZSQXH+fM1A+IBssHVMCh7k&#10;YbedTjaYG3fnbxpOoRRxhH2OCqoQulxKryuy6BeuI47e1fUWQ5R9KU2P9zhuW5kmyUparDkSKuzo&#10;UJFuTjcbIVe+Ze08vWRN8bH/+sn0cWi0UrOX8X0NItAYnuH/9tEoSN/g70v8AXL7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h8jMmwgAAANsAAAAPAAAAAAAAAAAAAAAAAJ8C&#10;AABkcnMvZG93bnJldi54bWxQSwUGAAAAAAQABAD3AAAAjgMAAAAA&#10;">
                <v:imagedata r:id="rId3" o:title=""/>
              </v:shape>
              <v:shape id="Picture 51"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Q+f7DAAAA2wAAAA8AAABkcnMvZG93bnJldi54bWxEj0+LwjAUxO8LfofwBG9rqugi1Sgqq4gH&#10;0ar3R/P6B5uXbhO1fnuzsLDHYWZ+w8wWranEgxpXWlYw6EcgiFOrS84VXM6bzwkI55E1VpZJwYsc&#10;LOadjxnG2j75RI/E5yJA2MWooPC+jqV0aUEGXd/WxMHLbGPQB9nkUjf4DHBTyWEUfUmDJYeFAmta&#10;F5TekrtRkP1ssv3x5HG1Hd2S0fX7cKTJQalet11OQXhq/X/4r73TCoZj+P0SfoCcv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xD5/sMAAADbAAAADwAAAAAAAAAAAAAAAACf&#10;AgAAZHJzL2Rvd25yZXYueG1sUEsFBgAAAAAEAAQA9wAAAI8DAAAAAA==&#10;">
                <v:imagedata r:id="rId4" o:title=""/>
              </v:shape>
              <w10:wrap anchorx="page" anchory="page"/>
              <w10:anchorlock/>
            </v:group>
          </w:pict>
        </mc:Fallback>
      </mc:AlternateContent>
    </w:r>
    <w:r>
      <w:rPr>
        <w:noProof/>
        <w:lang w:eastAsia="en-GB"/>
      </w:rPr>
      <w:drawing>
        <wp:anchor distT="0" distB="0" distL="114300" distR="114300" simplePos="0" relativeHeight="251652096" behindDoc="0" locked="1" layoutInCell="1" allowOverlap="1">
          <wp:simplePos x="0" y="0"/>
          <wp:positionH relativeFrom="page">
            <wp:posOffset>638810</wp:posOffset>
          </wp:positionH>
          <wp:positionV relativeFrom="page">
            <wp:posOffset>3285490</wp:posOffset>
          </wp:positionV>
          <wp:extent cx="6184900" cy="2896870"/>
          <wp:effectExtent l="0" t="0" r="6350" b="0"/>
          <wp:wrapNone/>
          <wp:docPr id="23" name="Picture 23" descr="8B CAROTID ARTERY AND STENT revis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8B CAROTID ARTERY AND STENT revised"/>
                  <pic:cNvPicPr preferRelativeResize="0">
                    <a:picLocks noChangeArrowheads="1"/>
                  </pic:cNvPicPr>
                </pic:nvPicPr>
                <pic:blipFill>
                  <a:blip r:embed="rId5">
                    <a:extLst>
                      <a:ext uri="{28A0092B-C50C-407E-A947-70E740481C1C}">
                        <a14:useLocalDpi xmlns:a14="http://schemas.microsoft.com/office/drawing/2010/main" val="0"/>
                      </a:ext>
                    </a:extLst>
                  </a:blip>
                  <a:srcRect t="4044" b="23550"/>
                  <a:stretch>
                    <a:fillRect/>
                  </a:stretch>
                </pic:blipFill>
                <pic:spPr bwMode="auto">
                  <a:xfrm>
                    <a:off x="0" y="0"/>
                    <a:ext cx="6184900" cy="28968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45720" distB="45720" distL="114300" distR="114300" simplePos="0" relativeHeight="251656192" behindDoc="1" locked="1" layoutInCell="1" allowOverlap="1">
              <wp:simplePos x="0" y="0"/>
              <wp:positionH relativeFrom="page">
                <wp:posOffset>539750</wp:posOffset>
              </wp:positionH>
              <wp:positionV relativeFrom="page">
                <wp:posOffset>10029825</wp:posOffset>
              </wp:positionV>
              <wp:extent cx="6480175" cy="288290"/>
              <wp:effectExtent l="0" t="0" r="0" b="0"/>
              <wp:wrapNone/>
              <wp:docPr id="2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4909" w:rsidRDefault="005D4909" w:rsidP="002E04BC">
                          <w:pPr>
                            <w:pStyle w:val="CUSTOMFooterAddress"/>
                          </w:pPr>
                          <w:r>
                            <w:t>Vascular Lab | Main Outpatients</w:t>
                          </w:r>
                          <w:r w:rsidR="00226007">
                            <w:t xml:space="preserve">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42.5pt;margin-top:789.75pt;width:510.25pt;height:22.7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" filled="f" stroked="f">
              <v:textbox inset="0,0,0,0">
                <w:txbxContent>
                  <w:p w:rsidR="005D4909" w:rsidRDefault="005D4909" w:rsidP="002E04BC">
                    <w:pPr>
                      <w:pStyle w:val="CUSTOMFooterAddress"/>
                    </w:pPr>
                    <w:r>
                      <w:t>Vascular Lab | Main Outpatients</w:t>
                    </w:r>
                    <w:r w:rsidR="00226007">
                      <w:t xml:space="preserve"> Building | Level 1 | Lewisham Hospital | SE13 6LH | Ext: 3425</w:t>
                    </w:r>
                  </w:p>
                </w:txbxContent>
              </v:textbox>
              <w10:wrap anchorx="page" anchory="pag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o:colormru v:ext="edit" colors="#ddd,silver,#b2b2b2"/>
      <o:colormenu v:ext="edit" fillcolor="none [3213]" strokecolor="none [321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3E6"/>
    <w:rsid w:val="00030ECC"/>
    <w:rsid w:val="00033B0B"/>
    <w:rsid w:val="00053552"/>
    <w:rsid w:val="0006170F"/>
    <w:rsid w:val="00075B57"/>
    <w:rsid w:val="00094718"/>
    <w:rsid w:val="00096BBB"/>
    <w:rsid w:val="000B1F8C"/>
    <w:rsid w:val="000C302A"/>
    <w:rsid w:val="000D03AD"/>
    <w:rsid w:val="0014708E"/>
    <w:rsid w:val="00156E8E"/>
    <w:rsid w:val="00170A95"/>
    <w:rsid w:val="00186F8F"/>
    <w:rsid w:val="001A7AF4"/>
    <w:rsid w:val="001C2A3A"/>
    <w:rsid w:val="001C3912"/>
    <w:rsid w:val="002026FB"/>
    <w:rsid w:val="00210977"/>
    <w:rsid w:val="00226007"/>
    <w:rsid w:val="00233A5B"/>
    <w:rsid w:val="00244F78"/>
    <w:rsid w:val="002739C8"/>
    <w:rsid w:val="0027694C"/>
    <w:rsid w:val="002867C0"/>
    <w:rsid w:val="002932DD"/>
    <w:rsid w:val="002D613D"/>
    <w:rsid w:val="002D7122"/>
    <w:rsid w:val="002E04BC"/>
    <w:rsid w:val="002E4B41"/>
    <w:rsid w:val="002F5484"/>
    <w:rsid w:val="00324212"/>
    <w:rsid w:val="00372840"/>
    <w:rsid w:val="00382C7D"/>
    <w:rsid w:val="003909B4"/>
    <w:rsid w:val="003A6622"/>
    <w:rsid w:val="00424B6F"/>
    <w:rsid w:val="004677DC"/>
    <w:rsid w:val="00477D62"/>
    <w:rsid w:val="00485A5D"/>
    <w:rsid w:val="004C122B"/>
    <w:rsid w:val="004E3E95"/>
    <w:rsid w:val="00525F48"/>
    <w:rsid w:val="00534908"/>
    <w:rsid w:val="00543410"/>
    <w:rsid w:val="00543DEF"/>
    <w:rsid w:val="005606F1"/>
    <w:rsid w:val="005630D9"/>
    <w:rsid w:val="005748E3"/>
    <w:rsid w:val="00587057"/>
    <w:rsid w:val="005947E5"/>
    <w:rsid w:val="00596D0F"/>
    <w:rsid w:val="00596EC0"/>
    <w:rsid w:val="005C197D"/>
    <w:rsid w:val="005D4909"/>
    <w:rsid w:val="005E594C"/>
    <w:rsid w:val="00624106"/>
    <w:rsid w:val="00632733"/>
    <w:rsid w:val="00643378"/>
    <w:rsid w:val="00644C5F"/>
    <w:rsid w:val="0067732A"/>
    <w:rsid w:val="00696B5A"/>
    <w:rsid w:val="006F0FED"/>
    <w:rsid w:val="007102C1"/>
    <w:rsid w:val="00804042"/>
    <w:rsid w:val="00813362"/>
    <w:rsid w:val="008262F7"/>
    <w:rsid w:val="00880184"/>
    <w:rsid w:val="0088193C"/>
    <w:rsid w:val="00893153"/>
    <w:rsid w:val="008B3BF4"/>
    <w:rsid w:val="008C4F7F"/>
    <w:rsid w:val="00924EB0"/>
    <w:rsid w:val="009350DF"/>
    <w:rsid w:val="00942505"/>
    <w:rsid w:val="00943CA7"/>
    <w:rsid w:val="00945DD7"/>
    <w:rsid w:val="009540D3"/>
    <w:rsid w:val="00961297"/>
    <w:rsid w:val="009728A5"/>
    <w:rsid w:val="009A0ECB"/>
    <w:rsid w:val="009A3EEC"/>
    <w:rsid w:val="009C12E1"/>
    <w:rsid w:val="009D4370"/>
    <w:rsid w:val="009E0202"/>
    <w:rsid w:val="009F19EF"/>
    <w:rsid w:val="009F70D4"/>
    <w:rsid w:val="00A04256"/>
    <w:rsid w:val="00A43026"/>
    <w:rsid w:val="00A46516"/>
    <w:rsid w:val="00A62728"/>
    <w:rsid w:val="00A90F95"/>
    <w:rsid w:val="00AA2AD4"/>
    <w:rsid w:val="00AB7058"/>
    <w:rsid w:val="00B35F22"/>
    <w:rsid w:val="00B415C1"/>
    <w:rsid w:val="00B734E8"/>
    <w:rsid w:val="00B87660"/>
    <w:rsid w:val="00C157F3"/>
    <w:rsid w:val="00C64AE2"/>
    <w:rsid w:val="00C773E6"/>
    <w:rsid w:val="00CB3119"/>
    <w:rsid w:val="00CC6795"/>
    <w:rsid w:val="00CE6813"/>
    <w:rsid w:val="00D065FF"/>
    <w:rsid w:val="00D35CC3"/>
    <w:rsid w:val="00D94904"/>
    <w:rsid w:val="00DC01AB"/>
    <w:rsid w:val="00DC5770"/>
    <w:rsid w:val="00DD0B20"/>
    <w:rsid w:val="00DF289D"/>
    <w:rsid w:val="00E32912"/>
    <w:rsid w:val="00E339E8"/>
    <w:rsid w:val="00E4100D"/>
    <w:rsid w:val="00E463E3"/>
    <w:rsid w:val="00ED45C7"/>
    <w:rsid w:val="00EE5554"/>
    <w:rsid w:val="00F028B5"/>
    <w:rsid w:val="00F02F77"/>
    <w:rsid w:val="00F071E8"/>
    <w:rsid w:val="00F16C76"/>
    <w:rsid w:val="00F26EC5"/>
    <w:rsid w:val="00F304AB"/>
    <w:rsid w:val="00F3457B"/>
    <w:rsid w:val="00F3756B"/>
    <w:rsid w:val="00F97841"/>
    <w:rsid w:val="00FB6C7C"/>
    <w:rsid w:val="00FB73E0"/>
    <w:rsid w:val="00FE14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ddd,silver,#b2b2b2"/>
      <o:colormenu v:ext="edit" fillcolor="none [3213]" strokecolor="none [3213]"/>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3E6"/>
    <w:rPr>
      <w:rFonts w:ascii="Arial" w:eastAsia="Times New Roman" w:hAnsi="Arial"/>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C157F3"/>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rPr>
      <w:rFonts w:ascii="Segoe UI" w:hAnsi="Segoe UI" w:cs="Segoe UI"/>
      <w:sz w:val="18"/>
      <w:szCs w:val="18"/>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73E6"/>
    <w:rPr>
      <w:rFonts w:ascii="Arial" w:eastAsia="Times New Roman" w:hAnsi="Arial"/>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C157F3"/>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rPr>
      <w:rFonts w:ascii="Segoe UI" w:hAnsi="Segoe UI" w:cs="Segoe UI"/>
      <w:sz w:val="18"/>
      <w:szCs w:val="18"/>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emf"/></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emf"/><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6.png"/><Relationship Id="rId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uhlcfs4\shared\VSL\VSL%20Docs\Templates\Templates%202019%20Final\Carotid%20and%20Vertebral%20Arte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Carotid and Vertebral Artery</Template>
  <TotalTime>23</TotalTime>
  <Pages>1</Pages>
  <Words>133</Words>
  <Characters>763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Lewisham Hospital</Company>
  <LinksUpToDate>false</LinksUpToDate>
  <CharactersWithSpaces>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Apurba Daha</dc:creator>
  <cp:lastModifiedBy>Daniel Sims</cp:lastModifiedBy>
  <cp:revision>4</cp:revision>
  <cp:lastPrinted>2019-01-18T11:11:00Z</cp:lastPrinted>
  <dcterms:created xsi:type="dcterms:W3CDTF">2019-09-10T13:30:00Z</dcterms:created>
  <dcterms:modified xsi:type="dcterms:W3CDTF">2019-10-15T13:40:00Z</dcterms:modified>
</cp:coreProperties>
</file>